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AB291C" w14:textId="0A74FEE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r w:rsidR="001E41B5" w:rsidRPr="00E960BB">
        <w:rPr>
          <w:rFonts w:ascii="Corbel" w:hAnsi="Corbel"/>
          <w:bCs/>
          <w:i/>
        </w:rPr>
        <w:t>UR nr</w:t>
      </w:r>
      <w:r w:rsidR="00CD6897" w:rsidRPr="00E960BB">
        <w:rPr>
          <w:rFonts w:ascii="Corbel" w:hAnsi="Corbel"/>
          <w:bCs/>
          <w:i/>
        </w:rPr>
        <w:t xml:space="preserve"> </w:t>
      </w:r>
      <w:r w:rsidR="00872860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</w:t>
      </w:r>
      <w:r w:rsidR="00872860">
        <w:rPr>
          <w:rFonts w:ascii="Corbel" w:hAnsi="Corbel"/>
          <w:bCs/>
          <w:i/>
        </w:rPr>
        <w:t>2023</w:t>
      </w:r>
    </w:p>
    <w:p w14:paraId="45550AA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DC375D6" w14:textId="7A91F8B7" w:rsidR="0085747A" w:rsidRDefault="00EA4832" w:rsidP="00851A3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E8C6E01" w14:textId="43910324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872860">
        <w:rPr>
          <w:rFonts w:ascii="Corbel" w:hAnsi="Corbel"/>
          <w:sz w:val="20"/>
          <w:szCs w:val="20"/>
        </w:rPr>
        <w:t xml:space="preserve">                     </w:t>
      </w:r>
      <w:r>
        <w:rPr>
          <w:rFonts w:ascii="Corbel" w:hAnsi="Corbel"/>
          <w:sz w:val="20"/>
          <w:szCs w:val="20"/>
        </w:rPr>
        <w:t xml:space="preserve">Rok akademicki   </w:t>
      </w:r>
      <w:r w:rsidR="00FC0F51">
        <w:rPr>
          <w:rFonts w:ascii="Corbel" w:hAnsi="Corbel"/>
          <w:sz w:val="20"/>
          <w:szCs w:val="20"/>
        </w:rPr>
        <w:t>202</w:t>
      </w:r>
      <w:r w:rsidR="00603313">
        <w:rPr>
          <w:rFonts w:ascii="Corbel" w:hAnsi="Corbel"/>
          <w:sz w:val="20"/>
          <w:szCs w:val="20"/>
        </w:rPr>
        <w:t>4</w:t>
      </w:r>
      <w:r w:rsidR="00FC0F51">
        <w:rPr>
          <w:rFonts w:ascii="Corbel" w:hAnsi="Corbel"/>
          <w:sz w:val="20"/>
          <w:szCs w:val="20"/>
        </w:rPr>
        <w:t>/202</w:t>
      </w:r>
      <w:r w:rsidR="00603313">
        <w:rPr>
          <w:rFonts w:ascii="Corbel" w:hAnsi="Corbel"/>
          <w:sz w:val="20"/>
          <w:szCs w:val="20"/>
        </w:rPr>
        <w:t>5</w:t>
      </w:r>
    </w:p>
    <w:p w14:paraId="2C64FF5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9A4AAC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6F6DE51" w14:textId="77777777" w:rsidTr="00B819C8">
        <w:tc>
          <w:tcPr>
            <w:tcW w:w="2694" w:type="dxa"/>
            <w:vAlign w:val="center"/>
          </w:tcPr>
          <w:p w14:paraId="7D38B65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3B8E35B" w14:textId="63C149CF" w:rsidR="0085747A" w:rsidRPr="009C54AE" w:rsidRDefault="00DC6A1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Metodyka edukacji muzycznej</w:t>
            </w:r>
          </w:p>
        </w:tc>
      </w:tr>
      <w:tr w:rsidR="0085747A" w:rsidRPr="009C54AE" w14:paraId="604374B2" w14:textId="77777777" w:rsidTr="00B819C8">
        <w:tc>
          <w:tcPr>
            <w:tcW w:w="2694" w:type="dxa"/>
            <w:vAlign w:val="center"/>
          </w:tcPr>
          <w:p w14:paraId="27BBB57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72DB9F2" w14:textId="45124AC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67418D39" w14:textId="77777777" w:rsidTr="00B819C8">
        <w:tc>
          <w:tcPr>
            <w:tcW w:w="2694" w:type="dxa"/>
            <w:vAlign w:val="center"/>
          </w:tcPr>
          <w:p w14:paraId="16E0AD34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46163E1" w14:textId="43B4BB24" w:rsidR="0085747A" w:rsidRPr="009C54AE" w:rsidRDefault="00D44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5B9FF310" w14:textId="77777777" w:rsidTr="00B819C8">
        <w:tc>
          <w:tcPr>
            <w:tcW w:w="2694" w:type="dxa"/>
            <w:vAlign w:val="center"/>
          </w:tcPr>
          <w:p w14:paraId="58D39F6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997B24C" w14:textId="63DA0959" w:rsidR="0085747A" w:rsidRPr="009C54AE" w:rsidRDefault="00D44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Zakład Pedagogiki Przedszkolnej i Wczesnoszkolnej</w:t>
            </w:r>
          </w:p>
        </w:tc>
      </w:tr>
      <w:tr w:rsidR="0085747A" w:rsidRPr="009C54AE" w14:paraId="341C2847" w14:textId="77777777" w:rsidTr="00B819C8">
        <w:tc>
          <w:tcPr>
            <w:tcW w:w="2694" w:type="dxa"/>
            <w:vAlign w:val="center"/>
          </w:tcPr>
          <w:p w14:paraId="223C846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B04A39" w14:textId="4FDA7807" w:rsidR="0085747A" w:rsidRPr="009C54AE" w:rsidRDefault="00FC0F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D44C78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5747A" w:rsidRPr="009C54AE" w14:paraId="72CD6A6A" w14:textId="77777777" w:rsidTr="00B819C8">
        <w:tc>
          <w:tcPr>
            <w:tcW w:w="2694" w:type="dxa"/>
            <w:vAlign w:val="center"/>
          </w:tcPr>
          <w:p w14:paraId="3741EEC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77230F7" w14:textId="6BCACA92" w:rsidR="0085747A" w:rsidRPr="009C54AE" w:rsidRDefault="00D44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14:paraId="35E74D63" w14:textId="77777777" w:rsidTr="00B819C8">
        <w:tc>
          <w:tcPr>
            <w:tcW w:w="2694" w:type="dxa"/>
            <w:vAlign w:val="center"/>
          </w:tcPr>
          <w:p w14:paraId="4D7859E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D1E7E7D" w14:textId="535E4E87" w:rsidR="0085747A" w:rsidRPr="009C54AE" w:rsidRDefault="00D44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76960E56" w14:textId="77777777" w:rsidTr="00B819C8">
        <w:tc>
          <w:tcPr>
            <w:tcW w:w="2694" w:type="dxa"/>
            <w:vAlign w:val="center"/>
          </w:tcPr>
          <w:p w14:paraId="0590AFD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AB6EC5B" w14:textId="24DABCA4" w:rsidR="0085747A" w:rsidRPr="009C54AE" w:rsidRDefault="00D44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5FD5D4BC" w14:textId="77777777" w:rsidTr="00B819C8">
        <w:tc>
          <w:tcPr>
            <w:tcW w:w="2694" w:type="dxa"/>
            <w:vAlign w:val="center"/>
          </w:tcPr>
          <w:p w14:paraId="75B0EAA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2815B7" w14:textId="5845EB00" w:rsidR="0085747A" w:rsidRPr="009C54AE" w:rsidRDefault="00FC0F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II,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DC6A10">
              <w:rPr>
                <w:rFonts w:ascii="Corbel" w:hAnsi="Corbel"/>
                <w:b w:val="0"/>
                <w:sz w:val="24"/>
                <w:szCs w:val="24"/>
              </w:rPr>
              <w:t xml:space="preserve"> 3</w:t>
            </w:r>
          </w:p>
        </w:tc>
      </w:tr>
      <w:tr w:rsidR="0085747A" w:rsidRPr="009C54AE" w14:paraId="20BB1DEB" w14:textId="77777777" w:rsidTr="00B819C8">
        <w:tc>
          <w:tcPr>
            <w:tcW w:w="2694" w:type="dxa"/>
            <w:vAlign w:val="center"/>
          </w:tcPr>
          <w:p w14:paraId="294F268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C86215F" w14:textId="20F3EE99" w:rsidR="0085747A" w:rsidRPr="009C54AE" w:rsidRDefault="00F4349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E. </w:t>
            </w:r>
            <w:r w:rsidR="00DC6A10">
              <w:rPr>
                <w:rFonts w:ascii="Corbel" w:hAnsi="Corbel"/>
                <w:b w:val="0"/>
                <w:sz w:val="24"/>
                <w:szCs w:val="24"/>
              </w:rPr>
              <w:t>Metodyka poszczególnych typów edukacji z uwzględnieniem sposobu integrowania wiedzy i umiejętności dzieci i uczniów</w:t>
            </w:r>
          </w:p>
        </w:tc>
      </w:tr>
      <w:tr w:rsidR="00923D7D" w:rsidRPr="009C54AE" w14:paraId="1D2918F3" w14:textId="77777777" w:rsidTr="00B819C8">
        <w:tc>
          <w:tcPr>
            <w:tcW w:w="2694" w:type="dxa"/>
            <w:vAlign w:val="center"/>
          </w:tcPr>
          <w:p w14:paraId="45778322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4EE8320" w14:textId="5005D972" w:rsidR="00923D7D" w:rsidRPr="009C54AE" w:rsidRDefault="00CE10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E00E1D0" w14:textId="77777777" w:rsidTr="00B819C8">
        <w:tc>
          <w:tcPr>
            <w:tcW w:w="2694" w:type="dxa"/>
            <w:vAlign w:val="center"/>
          </w:tcPr>
          <w:p w14:paraId="4CAEF03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E41D121" w14:textId="1B005113" w:rsidR="0085747A" w:rsidRPr="009C54AE" w:rsidRDefault="00CE1005" w:rsidP="007541D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541D3">
              <w:rPr>
                <w:rFonts w:ascii="Corbel" w:hAnsi="Corbel"/>
                <w:b w:val="0"/>
                <w:sz w:val="24"/>
                <w:szCs w:val="24"/>
              </w:rPr>
              <w:t>Wojciech Motyka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3BF18A4E" w14:textId="77777777" w:rsidTr="00B819C8">
        <w:tc>
          <w:tcPr>
            <w:tcW w:w="2694" w:type="dxa"/>
            <w:vAlign w:val="center"/>
          </w:tcPr>
          <w:p w14:paraId="32E3C81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7803155" w14:textId="0B73D7D0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C53B8E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2E9B60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AF9469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817030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BDBB305" w14:textId="77777777" w:rsidTr="00CE100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BDF0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F083EA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8531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8DC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BE1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DA7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468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0A29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A42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6C0F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66E8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86CCAC2" w14:textId="77777777" w:rsidTr="00CE100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FAF91" w14:textId="08B2BC23" w:rsidR="00015B8F" w:rsidRPr="009C54AE" w:rsidRDefault="00DC6A1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F251D" w14:textId="4BE85172" w:rsidR="00015B8F" w:rsidRPr="009C54AE" w:rsidRDefault="00DC6A1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FC8C3" w14:textId="5F198B7B" w:rsidR="00015B8F" w:rsidRPr="009C54AE" w:rsidRDefault="007541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5CB2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FDA6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B957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0BD9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6CDE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70F8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AC538" w14:textId="7556DC3E" w:rsidR="00015B8F" w:rsidRPr="009C54AE" w:rsidRDefault="00DC6A1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C1EB15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0871AB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A19E2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E1A307C" w14:textId="6AE6965F" w:rsidR="0085747A" w:rsidRPr="00CE1005" w:rsidRDefault="00FC0F51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>
        <w:rPr>
          <w:rFonts w:ascii="MS Gothic" w:eastAsia="MS Gothic" w:hAnsi="MS Gothic" w:cs="MS Gothic"/>
          <w:bCs/>
          <w:szCs w:val="24"/>
          <w:u w:val="single"/>
        </w:rPr>
        <w:t>x</w:t>
      </w:r>
      <w:r w:rsidR="0085747A" w:rsidRPr="00CE1005"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5DC2E7E0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9466C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DC1C6FC" w14:textId="35A6D5B8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r w:rsidR="00CE1005">
        <w:rPr>
          <w:rFonts w:ascii="Corbel" w:hAnsi="Corbel"/>
          <w:smallCaps w:val="0"/>
          <w:szCs w:val="24"/>
        </w:rPr>
        <w:t xml:space="preserve">przedmiotu </w:t>
      </w:r>
      <w:r w:rsidR="00CE1005" w:rsidRPr="009C54AE">
        <w:rPr>
          <w:rFonts w:ascii="Corbel" w:hAnsi="Corbel"/>
          <w:smallCaps w:val="0"/>
          <w:szCs w:val="24"/>
        </w:rPr>
        <w:t>(</w:t>
      </w:r>
      <w:r w:rsidRPr="009C54AE">
        <w:rPr>
          <w:rFonts w:ascii="Corbel" w:hAnsi="Corbel"/>
          <w:smallCaps w:val="0"/>
          <w:szCs w:val="24"/>
        </w:rPr>
        <w:t xml:space="preserve">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61490C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2B239DCB" w14:textId="77777777" w:rsidR="00FC0F51" w:rsidRDefault="00FC0F5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AC5DEE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71F30ED" w14:textId="77777777" w:rsidTr="00745302">
        <w:tc>
          <w:tcPr>
            <w:tcW w:w="9670" w:type="dxa"/>
          </w:tcPr>
          <w:p w14:paraId="298D91CD" w14:textId="0E7A9079" w:rsidR="0085747A" w:rsidRPr="009C54AE" w:rsidRDefault="00212C0E" w:rsidP="00814742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zasad muzyki, s</w:t>
            </w:r>
            <w:r w:rsidR="00FD1C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łuch muzyczny i poczucie rytmu.</w:t>
            </w:r>
          </w:p>
        </w:tc>
      </w:tr>
    </w:tbl>
    <w:p w14:paraId="42A4CA9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88FD05A" w14:textId="77777777" w:rsidR="00C516CA" w:rsidRDefault="00C516C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038D527" w14:textId="77777777" w:rsidR="00C516CA" w:rsidRDefault="00C516C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FBE7AE" w14:textId="459D3B2A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 xml:space="preserve">cele, efekty uczenia </w:t>
      </w:r>
      <w:r w:rsidR="001E41B5">
        <w:rPr>
          <w:rFonts w:ascii="Corbel" w:hAnsi="Corbel"/>
          <w:szCs w:val="24"/>
        </w:rPr>
        <w:t>SIĘ,</w:t>
      </w:r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48F3D13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CAEA82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376240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6340BC8D" w14:textId="77777777" w:rsidTr="00923D7D">
        <w:tc>
          <w:tcPr>
            <w:tcW w:w="851" w:type="dxa"/>
            <w:vAlign w:val="center"/>
          </w:tcPr>
          <w:p w14:paraId="46511967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0485DBC" w14:textId="5A340694" w:rsidR="0085747A" w:rsidRPr="0061490C" w:rsidRDefault="00034F1B" w:rsidP="003F4BF1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034F1B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Rozwijanie umiejętności muzycznych, wrażliwości muzycznej i przekazanie podstaw wiedzy muzycznej w stopniu pozwalającym na poprawną realizację treści programu nauczania we wszystkich oddziałach przedszkola oraz klasach I–III szkoły podstawowej.</w:t>
            </w:r>
          </w:p>
        </w:tc>
      </w:tr>
      <w:tr w:rsidR="0085747A" w:rsidRPr="009C54AE" w14:paraId="142FED00" w14:textId="77777777" w:rsidTr="00923D7D">
        <w:tc>
          <w:tcPr>
            <w:tcW w:w="851" w:type="dxa"/>
            <w:vAlign w:val="center"/>
          </w:tcPr>
          <w:p w14:paraId="458E6376" w14:textId="7F9F117D" w:rsidR="0085747A" w:rsidRPr="009C54AE" w:rsidRDefault="00CE100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28A7179" w14:textId="6FD95647" w:rsidR="0085747A" w:rsidRPr="0061490C" w:rsidRDefault="00034F1B" w:rsidP="003F4BF1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034F1B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Wykształcenie i rozwinięcie umiejętności manualnej i sprawności fizycznej, pozwalających na swobodne wypowiedzi muzyczne (muzyczno-ruchowe).</w:t>
            </w:r>
          </w:p>
        </w:tc>
      </w:tr>
      <w:tr w:rsidR="0085747A" w:rsidRPr="009C54AE" w14:paraId="4DFB04A8" w14:textId="77777777" w:rsidTr="00923D7D">
        <w:tc>
          <w:tcPr>
            <w:tcW w:w="851" w:type="dxa"/>
            <w:vAlign w:val="center"/>
          </w:tcPr>
          <w:p w14:paraId="0DA3DBC4" w14:textId="7D1B2993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CE100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232B29C" w14:textId="2BD0A14C" w:rsidR="0085747A" w:rsidRPr="0061490C" w:rsidRDefault="00034F1B" w:rsidP="003F4BF1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034F1B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Kształtowanie reakcji ruchowej poprzez uwrażliwienie na dźwięk, rytm, melodię, dynamikę, agogikę, artykulację.</w:t>
            </w:r>
          </w:p>
        </w:tc>
      </w:tr>
      <w:tr w:rsidR="0061490C" w:rsidRPr="009C54AE" w14:paraId="17DAC7F6" w14:textId="77777777" w:rsidTr="00923D7D">
        <w:tc>
          <w:tcPr>
            <w:tcW w:w="851" w:type="dxa"/>
            <w:vAlign w:val="center"/>
          </w:tcPr>
          <w:p w14:paraId="7BA61A05" w14:textId="3F35F94A" w:rsidR="0061490C" w:rsidRPr="009C54AE" w:rsidRDefault="0061490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2E413D56" w14:textId="058BED09" w:rsidR="0061490C" w:rsidRPr="0061490C" w:rsidRDefault="00034F1B" w:rsidP="003F4BF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4F1B">
              <w:rPr>
                <w:rFonts w:ascii="Corbel" w:hAnsi="Corbel"/>
                <w:b w:val="0"/>
                <w:sz w:val="24"/>
                <w:szCs w:val="24"/>
              </w:rPr>
              <w:t>Rozwijanie zespołowych form aktywności muzyczno-ruchowej poprzez zabawy ze śpiewem, wspólne muzykowanie, taniec, ćwiczenia rytmiczno-muzyczne.</w:t>
            </w:r>
          </w:p>
        </w:tc>
      </w:tr>
      <w:tr w:rsidR="00034F1B" w:rsidRPr="009C54AE" w14:paraId="5BDFD105" w14:textId="77777777" w:rsidTr="00923D7D">
        <w:tc>
          <w:tcPr>
            <w:tcW w:w="851" w:type="dxa"/>
            <w:vAlign w:val="center"/>
          </w:tcPr>
          <w:p w14:paraId="2B9F8B7C" w14:textId="120A6AAC" w:rsidR="00034F1B" w:rsidRDefault="00034F1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22B6DA42" w14:textId="3EA66F58" w:rsidR="00034F1B" w:rsidRPr="00034F1B" w:rsidRDefault="00034F1B" w:rsidP="003F4BF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4F1B">
              <w:rPr>
                <w:rFonts w:ascii="Corbel" w:hAnsi="Corbel"/>
                <w:b w:val="0"/>
                <w:sz w:val="24"/>
                <w:szCs w:val="24"/>
              </w:rPr>
              <w:t>Poznanie podstawowych form pracy nauczyciela z dziećmi w wieku przedszkolnym oraz klasach I–III podczas realizacji zajęć muzycznych.</w:t>
            </w:r>
          </w:p>
        </w:tc>
      </w:tr>
    </w:tbl>
    <w:p w14:paraId="31EE6FC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34321D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175712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6634"/>
        <w:gridCol w:w="1865"/>
      </w:tblGrid>
      <w:tr w:rsidR="0085747A" w:rsidRPr="009C54AE" w14:paraId="31D10109" w14:textId="77777777" w:rsidTr="00F3370B">
        <w:tc>
          <w:tcPr>
            <w:tcW w:w="1021" w:type="dxa"/>
            <w:vAlign w:val="center"/>
          </w:tcPr>
          <w:p w14:paraId="71827BF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634" w:type="dxa"/>
            <w:vAlign w:val="center"/>
          </w:tcPr>
          <w:p w14:paraId="35D9D52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0D2CB61" w14:textId="0C70DEA5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1E41B5" w:rsidRPr="009C54AE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D1308" w:rsidRPr="009C54AE" w14:paraId="2FD343A7" w14:textId="77777777" w:rsidTr="00E940C0">
        <w:tc>
          <w:tcPr>
            <w:tcW w:w="1021" w:type="dxa"/>
          </w:tcPr>
          <w:p w14:paraId="14DCE06C" w14:textId="6623CB8B" w:rsidR="000D1308" w:rsidRPr="009C54AE" w:rsidRDefault="000D1308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634" w:type="dxa"/>
          </w:tcPr>
          <w:p w14:paraId="789A51EB" w14:textId="06448DA2" w:rsidR="000D1308" w:rsidRPr="007C235F" w:rsidRDefault="000D1308" w:rsidP="00FC0F5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Theme="minorHAnsi" w:hAnsi="Corbel"/>
                <w:sz w:val="24"/>
                <w:szCs w:val="24"/>
              </w:rPr>
              <w:t xml:space="preserve">Student zna 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zasady projektowania zabaw rytmiczno-umuzykalniających dla dzieci w przedszkolu i klasach I–III szkoły podstawowej;</w:t>
            </w:r>
            <w:r>
              <w:rPr>
                <w:rFonts w:ascii="Corbel" w:eastAsiaTheme="minorHAnsi" w:hAnsi="Corbel"/>
                <w:sz w:val="24"/>
                <w:szCs w:val="24"/>
              </w:rPr>
              <w:t xml:space="preserve"> zna i rozumie 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znaczenie wykonywania utworów muzycznych przez dzieci w przedszkolu i klasach I–III szkoły podstawo</w:t>
            </w:r>
            <w:r>
              <w:rPr>
                <w:rFonts w:ascii="Corbel" w:eastAsiaTheme="minorHAnsi" w:hAnsi="Corbel"/>
                <w:sz w:val="24"/>
                <w:szCs w:val="24"/>
              </w:rPr>
              <w:t>wej.</w:t>
            </w:r>
          </w:p>
        </w:tc>
        <w:tc>
          <w:tcPr>
            <w:tcW w:w="1865" w:type="dxa"/>
            <w:vAlign w:val="center"/>
          </w:tcPr>
          <w:p w14:paraId="4D0F2693" w14:textId="77777777" w:rsidR="00746E8B" w:rsidRDefault="00746E8B" w:rsidP="00E940C0">
            <w:pPr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</w:p>
          <w:p w14:paraId="0EFA362E" w14:textId="77777777" w:rsidR="000D1308" w:rsidRPr="00775DBB" w:rsidRDefault="000D1308" w:rsidP="00E940C0">
            <w:pPr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775DBB">
              <w:rPr>
                <w:rFonts w:ascii="Corbel" w:eastAsiaTheme="minorHAnsi" w:hAnsi="Corbel" w:cstheme="minorBidi"/>
                <w:sz w:val="24"/>
                <w:szCs w:val="24"/>
              </w:rPr>
              <w:t>PPiW.W10</w:t>
            </w:r>
          </w:p>
          <w:p w14:paraId="53459789" w14:textId="0C79DEC1" w:rsidR="000D1308" w:rsidRPr="00BC2741" w:rsidRDefault="000D1308" w:rsidP="00E940C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0D1308" w:rsidRPr="007C235F" w14:paraId="64B74A3F" w14:textId="77777777" w:rsidTr="00E940C0">
        <w:tc>
          <w:tcPr>
            <w:tcW w:w="1021" w:type="dxa"/>
          </w:tcPr>
          <w:p w14:paraId="354608A6" w14:textId="77777777" w:rsidR="000D1308" w:rsidRPr="009C54AE" w:rsidRDefault="000D1308" w:rsidP="00AD75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6634" w:type="dxa"/>
          </w:tcPr>
          <w:p w14:paraId="5AC69AB9" w14:textId="77777777" w:rsidR="000D1308" w:rsidRPr="008E5203" w:rsidRDefault="000D1308" w:rsidP="00FC0F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/>
                <w:sz w:val="24"/>
                <w:szCs w:val="24"/>
              </w:rPr>
            </w:pPr>
            <w:r>
              <w:rPr>
                <w:rFonts w:ascii="Corbel" w:eastAsiaTheme="minorHAnsi" w:hAnsi="Corbel"/>
                <w:sz w:val="24"/>
                <w:szCs w:val="24"/>
              </w:rPr>
              <w:t xml:space="preserve">Student zna 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zasady projektowania zajęć umuzykalniających zorientowanych na czerpanie przyjemności z działań podejmowanych przez dzieci lub uczniów, a nie na efekt;</w:t>
            </w:r>
            <w:r>
              <w:rPr>
                <w:rFonts w:ascii="Corbel" w:eastAsiaTheme="minorHAnsi" w:hAnsi="Corbel"/>
                <w:sz w:val="24"/>
                <w:szCs w:val="24"/>
              </w:rPr>
              <w:t xml:space="preserve"> zna i rozumie 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sposoby rozwijania twórczej aktywności dziecka lub ucznia;</w:t>
            </w:r>
            <w:r>
              <w:rPr>
                <w:rFonts w:ascii="Corbel" w:eastAsiaTheme="minorHAnsi" w:hAnsi="Corbel"/>
                <w:sz w:val="24"/>
                <w:szCs w:val="24"/>
              </w:rPr>
              <w:t xml:space="preserve"> zna 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metody i techniki diagnozowania dziecka lub ucznia w zakresie jego zdolności muzycznych i monitorowania jego rozwoju muzycznego</w:t>
            </w:r>
          </w:p>
        </w:tc>
        <w:tc>
          <w:tcPr>
            <w:tcW w:w="1865" w:type="dxa"/>
            <w:vAlign w:val="center"/>
          </w:tcPr>
          <w:p w14:paraId="5947BF93" w14:textId="77777777" w:rsidR="00746E8B" w:rsidRDefault="00746E8B" w:rsidP="00E940C0">
            <w:pPr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</w:p>
          <w:p w14:paraId="102AA3EB" w14:textId="77777777" w:rsidR="000D1308" w:rsidRPr="00775DBB" w:rsidRDefault="000D1308" w:rsidP="00E940C0">
            <w:pPr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775DBB">
              <w:rPr>
                <w:rFonts w:ascii="Corbel" w:eastAsiaTheme="minorHAnsi" w:hAnsi="Corbel" w:cstheme="minorBidi"/>
                <w:sz w:val="24"/>
                <w:szCs w:val="24"/>
              </w:rPr>
              <w:t>PPiW.W15</w:t>
            </w:r>
          </w:p>
          <w:p w14:paraId="4EDF39C0" w14:textId="77777777" w:rsidR="000D1308" w:rsidRPr="007C235F" w:rsidRDefault="000D1308" w:rsidP="00E940C0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0D1308" w:rsidRPr="00B76321" w14:paraId="1F857C65" w14:textId="77777777" w:rsidTr="00E940C0">
        <w:tc>
          <w:tcPr>
            <w:tcW w:w="1021" w:type="dxa"/>
          </w:tcPr>
          <w:p w14:paraId="04217F4B" w14:textId="66AD5327" w:rsidR="000D1308" w:rsidRPr="009C54AE" w:rsidRDefault="000D1308" w:rsidP="00AD75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634" w:type="dxa"/>
          </w:tcPr>
          <w:p w14:paraId="141D10CD" w14:textId="011194C2" w:rsidR="000D1308" w:rsidRPr="00CF634F" w:rsidRDefault="000D1308" w:rsidP="00FC0F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/>
                <w:sz w:val="24"/>
                <w:szCs w:val="24"/>
              </w:rPr>
            </w:pPr>
            <w:r>
              <w:rPr>
                <w:rFonts w:ascii="Corbel" w:eastAsiaTheme="minorHAnsi" w:hAnsi="Corbel"/>
                <w:sz w:val="24"/>
                <w:szCs w:val="24"/>
              </w:rPr>
              <w:t xml:space="preserve">Student potrafi 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zachęcić dziecko lub ucznia do udziału w zabaw</w:t>
            </w:r>
            <w:r>
              <w:rPr>
                <w:rFonts w:ascii="Corbel" w:eastAsiaTheme="minorHAnsi" w:hAnsi="Corbel"/>
                <w:sz w:val="24"/>
                <w:szCs w:val="24"/>
              </w:rPr>
              <w:t>ach rytmiczno-umuzykalniających.</w:t>
            </w:r>
          </w:p>
        </w:tc>
        <w:tc>
          <w:tcPr>
            <w:tcW w:w="1865" w:type="dxa"/>
            <w:vAlign w:val="center"/>
          </w:tcPr>
          <w:p w14:paraId="3A1A56EC" w14:textId="77777777" w:rsidR="000D1308" w:rsidRPr="00B76321" w:rsidRDefault="000D1308" w:rsidP="00E940C0">
            <w:pPr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775DBB">
              <w:rPr>
                <w:rFonts w:ascii="Corbel" w:eastAsiaTheme="minorHAnsi" w:hAnsi="Corbel" w:cstheme="minorBidi"/>
                <w:sz w:val="24"/>
                <w:szCs w:val="24"/>
              </w:rPr>
              <w:t>PPiW.U04</w:t>
            </w:r>
          </w:p>
        </w:tc>
      </w:tr>
      <w:tr w:rsidR="000D1308" w:rsidRPr="00775DBB" w14:paraId="0B1E43E3" w14:textId="77777777" w:rsidTr="00E940C0">
        <w:tc>
          <w:tcPr>
            <w:tcW w:w="1021" w:type="dxa"/>
          </w:tcPr>
          <w:p w14:paraId="57A49CD1" w14:textId="77777777" w:rsidR="000D1308" w:rsidRPr="009C54AE" w:rsidRDefault="000D1308" w:rsidP="00AD75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634" w:type="dxa"/>
          </w:tcPr>
          <w:p w14:paraId="6120E420" w14:textId="7F2D6485" w:rsidR="000D1308" w:rsidRDefault="000D1308" w:rsidP="00FC0F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/>
                <w:sz w:val="24"/>
                <w:szCs w:val="24"/>
              </w:rPr>
            </w:pPr>
            <w:r>
              <w:rPr>
                <w:rFonts w:ascii="Corbel" w:eastAsiaTheme="minorHAnsi" w:hAnsi="Corbel"/>
                <w:sz w:val="24"/>
                <w:szCs w:val="24"/>
              </w:rPr>
              <w:t xml:space="preserve">Student umie 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doprowadzić do wykonania utworu muzy</w:t>
            </w:r>
            <w:r>
              <w:rPr>
                <w:rFonts w:ascii="Corbel" w:eastAsiaTheme="minorHAnsi" w:hAnsi="Corbel"/>
                <w:sz w:val="24"/>
                <w:szCs w:val="24"/>
              </w:rPr>
              <w:t>cznego przez dziecko lub ucznia.</w:t>
            </w:r>
          </w:p>
        </w:tc>
        <w:tc>
          <w:tcPr>
            <w:tcW w:w="1865" w:type="dxa"/>
            <w:vAlign w:val="center"/>
          </w:tcPr>
          <w:p w14:paraId="3A87E9B9" w14:textId="621C6FC9" w:rsidR="000D1308" w:rsidRPr="00775DBB" w:rsidRDefault="000D1308" w:rsidP="00E940C0">
            <w:pPr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775DBB">
              <w:rPr>
                <w:rFonts w:ascii="Corbel" w:eastAsiaTheme="minorHAnsi" w:hAnsi="Corbel" w:cstheme="minorBidi"/>
                <w:sz w:val="24"/>
                <w:szCs w:val="24"/>
              </w:rPr>
              <w:t>PPiW.U06</w:t>
            </w:r>
          </w:p>
        </w:tc>
      </w:tr>
      <w:tr w:rsidR="000D1308" w:rsidRPr="00775DBB" w14:paraId="04F9D193" w14:textId="77777777" w:rsidTr="00E940C0">
        <w:tc>
          <w:tcPr>
            <w:tcW w:w="1021" w:type="dxa"/>
          </w:tcPr>
          <w:p w14:paraId="6824484E" w14:textId="77777777" w:rsidR="000D1308" w:rsidRPr="009C54AE" w:rsidRDefault="000D1308" w:rsidP="00AD75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634" w:type="dxa"/>
          </w:tcPr>
          <w:p w14:paraId="52F6BCE4" w14:textId="0C0F53B5" w:rsidR="000D1308" w:rsidRDefault="000D1308" w:rsidP="00FC0F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/>
                <w:sz w:val="24"/>
                <w:szCs w:val="24"/>
              </w:rPr>
            </w:pPr>
            <w:r>
              <w:rPr>
                <w:rFonts w:ascii="Corbel" w:eastAsiaTheme="minorHAnsi" w:hAnsi="Corbel"/>
                <w:sz w:val="24"/>
                <w:szCs w:val="24"/>
              </w:rPr>
              <w:t>Student potrafi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 xml:space="preserve"> zachęcić dziecko lub ucznia do zainte</w:t>
            </w:r>
            <w:r>
              <w:rPr>
                <w:rFonts w:ascii="Corbel" w:eastAsiaTheme="minorHAnsi" w:hAnsi="Corbel"/>
                <w:sz w:val="24"/>
                <w:szCs w:val="24"/>
              </w:rPr>
              <w:t>resowania się dziełem muzycznym.</w:t>
            </w:r>
          </w:p>
        </w:tc>
        <w:tc>
          <w:tcPr>
            <w:tcW w:w="1865" w:type="dxa"/>
            <w:vAlign w:val="center"/>
          </w:tcPr>
          <w:p w14:paraId="5EB94786" w14:textId="77777777" w:rsidR="000D1308" w:rsidRPr="00775DBB" w:rsidRDefault="000D1308" w:rsidP="00E940C0">
            <w:pPr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775DBB">
              <w:rPr>
                <w:rFonts w:ascii="Corbel" w:eastAsiaTheme="minorHAnsi" w:hAnsi="Corbel" w:cstheme="minorBidi"/>
                <w:sz w:val="24"/>
                <w:szCs w:val="24"/>
              </w:rPr>
              <w:t>PPiW.U07 PPiW.U08</w:t>
            </w:r>
          </w:p>
        </w:tc>
      </w:tr>
      <w:tr w:rsidR="000D1308" w:rsidRPr="00775DBB" w14:paraId="501D5EED" w14:textId="77777777" w:rsidTr="00E940C0">
        <w:tc>
          <w:tcPr>
            <w:tcW w:w="1021" w:type="dxa"/>
          </w:tcPr>
          <w:p w14:paraId="4407D6B2" w14:textId="77777777" w:rsidR="000D1308" w:rsidRPr="009C54AE" w:rsidRDefault="000D1308" w:rsidP="00AD75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6634" w:type="dxa"/>
          </w:tcPr>
          <w:p w14:paraId="7BC432E4" w14:textId="77777777" w:rsidR="000D1308" w:rsidRDefault="000D1308" w:rsidP="00FC0F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/>
                <w:sz w:val="24"/>
                <w:szCs w:val="24"/>
              </w:rPr>
            </w:pPr>
            <w:r>
              <w:rPr>
                <w:rFonts w:ascii="Corbel" w:eastAsiaTheme="minorHAnsi" w:hAnsi="Corbel"/>
                <w:sz w:val="24"/>
                <w:szCs w:val="24"/>
              </w:rPr>
              <w:t>Student potrafi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 xml:space="preserve"> diagnozować poziom zdolności muzycznych dziecka lub ucznia.</w:t>
            </w:r>
          </w:p>
        </w:tc>
        <w:tc>
          <w:tcPr>
            <w:tcW w:w="1865" w:type="dxa"/>
            <w:vAlign w:val="center"/>
          </w:tcPr>
          <w:p w14:paraId="30E158EE" w14:textId="77777777" w:rsidR="000D1308" w:rsidRPr="00775DBB" w:rsidRDefault="000D1308" w:rsidP="00E940C0">
            <w:pPr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775DBB">
              <w:rPr>
                <w:rFonts w:ascii="Corbel" w:eastAsiaTheme="minorHAnsi" w:hAnsi="Corbel" w:cstheme="minorBidi"/>
                <w:sz w:val="24"/>
                <w:szCs w:val="24"/>
              </w:rPr>
              <w:t>PPiW.U09 PPiW.U10</w:t>
            </w:r>
          </w:p>
        </w:tc>
      </w:tr>
      <w:tr w:rsidR="000D1308" w:rsidRPr="00B76321" w14:paraId="4120873B" w14:textId="77777777" w:rsidTr="00E940C0">
        <w:tc>
          <w:tcPr>
            <w:tcW w:w="1021" w:type="dxa"/>
          </w:tcPr>
          <w:p w14:paraId="70485860" w14:textId="77777777" w:rsidR="000D1308" w:rsidRPr="009C54AE" w:rsidRDefault="000D1308" w:rsidP="00AD75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634" w:type="dxa"/>
          </w:tcPr>
          <w:p w14:paraId="22735B3B" w14:textId="77777777" w:rsidR="000D1308" w:rsidRPr="00B76321" w:rsidRDefault="000D1308" w:rsidP="00FC0F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/>
                <w:sz w:val="24"/>
                <w:szCs w:val="24"/>
              </w:rPr>
            </w:pPr>
            <w:r w:rsidRPr="00B76321">
              <w:rPr>
                <w:rFonts w:ascii="Corbel" w:hAnsi="Corbel"/>
                <w:sz w:val="24"/>
                <w:szCs w:val="24"/>
              </w:rPr>
              <w:t xml:space="preserve">Student jest gotów </w:t>
            </w:r>
            <w:r>
              <w:rPr>
                <w:rFonts w:ascii="Corbel" w:eastAsiaTheme="minorHAnsi" w:hAnsi="Corbel"/>
                <w:sz w:val="24"/>
                <w:szCs w:val="24"/>
              </w:rPr>
              <w:t xml:space="preserve">do </w:t>
            </w:r>
            <w:r w:rsidRPr="00B76321">
              <w:rPr>
                <w:rFonts w:ascii="Corbel" w:eastAsiaTheme="minorHAnsi" w:hAnsi="Corbel"/>
                <w:sz w:val="24"/>
                <w:szCs w:val="24"/>
              </w:rPr>
              <w:t>działania na rzecz upowszechnienia sztuk pięknych;</w:t>
            </w:r>
            <w:r>
              <w:rPr>
                <w:rFonts w:ascii="Corbel" w:eastAsiaTheme="minorHAnsi" w:hAnsi="Corbel"/>
                <w:sz w:val="24"/>
                <w:szCs w:val="24"/>
              </w:rPr>
              <w:t xml:space="preserve"> </w:t>
            </w:r>
            <w:r w:rsidRPr="00B76321">
              <w:rPr>
                <w:rFonts w:ascii="Corbel" w:eastAsiaTheme="minorHAnsi" w:hAnsi="Corbel"/>
                <w:sz w:val="24"/>
                <w:szCs w:val="24"/>
              </w:rPr>
              <w:t>aktywizowania dzieci lub uczniów do wspólnego uprawiania muzyki.</w:t>
            </w:r>
          </w:p>
        </w:tc>
        <w:tc>
          <w:tcPr>
            <w:tcW w:w="1865" w:type="dxa"/>
            <w:vAlign w:val="center"/>
          </w:tcPr>
          <w:p w14:paraId="3E7F9FC1" w14:textId="77777777" w:rsidR="000D1308" w:rsidRPr="00B76321" w:rsidRDefault="000D1308" w:rsidP="00E940C0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76321">
              <w:rPr>
                <w:rFonts w:ascii="Corbel" w:eastAsiaTheme="minorHAnsi" w:hAnsi="Corbel" w:cstheme="minorBidi"/>
                <w:sz w:val="24"/>
                <w:szCs w:val="24"/>
              </w:rPr>
              <w:t>PPiW.K02</w:t>
            </w:r>
          </w:p>
        </w:tc>
      </w:tr>
    </w:tbl>
    <w:p w14:paraId="34FEFE4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56E17D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B95DE2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F78AE2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818CEB4" w14:textId="77777777" w:rsidTr="00923D7D">
        <w:tc>
          <w:tcPr>
            <w:tcW w:w="9639" w:type="dxa"/>
          </w:tcPr>
          <w:p w14:paraId="73BEC1A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4C7509F" w14:textId="77777777" w:rsidTr="00923D7D">
        <w:tc>
          <w:tcPr>
            <w:tcW w:w="9639" w:type="dxa"/>
          </w:tcPr>
          <w:p w14:paraId="6ABECCE5" w14:textId="47F19AB3" w:rsidR="0085747A" w:rsidRPr="009C54AE" w:rsidRDefault="00034F1B" w:rsidP="00FC0F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4F1B">
              <w:rPr>
                <w:rFonts w:ascii="Corbel" w:hAnsi="Corbel"/>
                <w:sz w:val="24"/>
                <w:szCs w:val="24"/>
              </w:rPr>
              <w:t>Główne cele oraz struktura zajęć umuzykalniających</w:t>
            </w:r>
            <w:r>
              <w:rPr>
                <w:rFonts w:ascii="Corbel" w:hAnsi="Corbel"/>
                <w:sz w:val="24"/>
                <w:szCs w:val="24"/>
              </w:rPr>
              <w:t xml:space="preserve"> w przedszkolu, w poszczególnych grupach wiekowych.</w:t>
            </w:r>
          </w:p>
        </w:tc>
      </w:tr>
      <w:tr w:rsidR="00034F1B" w:rsidRPr="009C54AE" w14:paraId="35400AB3" w14:textId="77777777" w:rsidTr="00923D7D">
        <w:tc>
          <w:tcPr>
            <w:tcW w:w="9639" w:type="dxa"/>
          </w:tcPr>
          <w:p w14:paraId="6A6EBC70" w14:textId="74E75216" w:rsidR="00034F1B" w:rsidRPr="00034F1B" w:rsidRDefault="00034F1B" w:rsidP="00FC0F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Główne cele oraz struktura zajęć muzycznych w klasie I, II i III szkoły podstawowej (obszary edukacji muzycznej)</w:t>
            </w:r>
          </w:p>
        </w:tc>
      </w:tr>
      <w:tr w:rsidR="0085747A" w:rsidRPr="009C54AE" w14:paraId="2FE92C29" w14:textId="77777777" w:rsidTr="00923D7D">
        <w:tc>
          <w:tcPr>
            <w:tcW w:w="9639" w:type="dxa"/>
          </w:tcPr>
          <w:p w14:paraId="5D6CBF06" w14:textId="1DDA37CA" w:rsidR="0085747A" w:rsidRPr="009C54AE" w:rsidRDefault="00034F1B" w:rsidP="00FC0F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4F1B">
              <w:rPr>
                <w:rFonts w:ascii="Corbel" w:hAnsi="Corbel"/>
                <w:sz w:val="24"/>
                <w:szCs w:val="24"/>
              </w:rPr>
              <w:t>Metody i formy pracy nauczyciela podczas zajęć muzyczno-rytmicznych w przedszkolu i edukacji wczesnoszkolnej – konstrukcja konspektów do zajęć.</w:t>
            </w:r>
          </w:p>
        </w:tc>
      </w:tr>
    </w:tbl>
    <w:p w14:paraId="14940B7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E878BC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10AEF3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ED7006F" w14:textId="77777777" w:rsidTr="009A23C8">
        <w:tc>
          <w:tcPr>
            <w:tcW w:w="9520" w:type="dxa"/>
          </w:tcPr>
          <w:p w14:paraId="1B881695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A23C8" w:rsidRPr="009C54AE" w14:paraId="5DD97688" w14:textId="77777777" w:rsidTr="009A23C8">
        <w:tc>
          <w:tcPr>
            <w:tcW w:w="9520" w:type="dxa"/>
          </w:tcPr>
          <w:p w14:paraId="2B32FB25" w14:textId="6F48E3E3" w:rsidR="009A23C8" w:rsidRPr="007C235F" w:rsidRDefault="00BC2741" w:rsidP="00FC0F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Śpiew: p</w:t>
            </w:r>
            <w:r w:rsidRPr="00BC2741">
              <w:rPr>
                <w:rFonts w:ascii="Corbel" w:hAnsi="Corbel"/>
                <w:sz w:val="24"/>
                <w:szCs w:val="24"/>
              </w:rPr>
              <w:t>oznanie repertuaru piosenek dla dzieci z uwzględnieniem ich przeznaczenia i zastosowania dla odpowiednich grup wiekowych. Piosenki związane z określoną porą roku, uroczystościami, świętami okolicznościowymi, piosenki do zabaw ruchowych, do tańca, do słuchania.</w:t>
            </w:r>
          </w:p>
        </w:tc>
      </w:tr>
      <w:tr w:rsidR="007C235F" w:rsidRPr="009C54AE" w14:paraId="2EA8EAD0" w14:textId="77777777" w:rsidTr="009A23C8">
        <w:tc>
          <w:tcPr>
            <w:tcW w:w="9520" w:type="dxa"/>
          </w:tcPr>
          <w:p w14:paraId="7AA5332B" w14:textId="76E97268" w:rsidR="007C235F" w:rsidRPr="007C235F" w:rsidRDefault="00BC2741" w:rsidP="00FC0F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2741">
              <w:rPr>
                <w:rFonts w:ascii="Corbel" w:hAnsi="Corbel"/>
                <w:sz w:val="24"/>
                <w:szCs w:val="24"/>
              </w:rPr>
              <w:t>Gra na instrumentach: etapy wprowadzania instrumentów muzycznych (instrumentarium Orffa), zastosowanie instrumentów do akompaniamentu piosenek.</w:t>
            </w:r>
          </w:p>
        </w:tc>
      </w:tr>
      <w:tr w:rsidR="007C235F" w:rsidRPr="009C54AE" w14:paraId="6F3157FC" w14:textId="77777777" w:rsidTr="009A23C8">
        <w:tc>
          <w:tcPr>
            <w:tcW w:w="9520" w:type="dxa"/>
          </w:tcPr>
          <w:p w14:paraId="21450083" w14:textId="0E1F46C5" w:rsidR="007C235F" w:rsidRPr="007C235F" w:rsidRDefault="00BC2741" w:rsidP="00FC0F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2741">
              <w:rPr>
                <w:rFonts w:ascii="Corbel" w:hAnsi="Corbel"/>
                <w:sz w:val="24"/>
                <w:szCs w:val="24"/>
              </w:rPr>
              <w:t>Twórczość muzyczna dzieci: improwizowanie głosem, improwizowanie na instrumentach, improwizacje ruchowe.</w:t>
            </w:r>
          </w:p>
        </w:tc>
      </w:tr>
      <w:tr w:rsidR="007C235F" w:rsidRPr="009C54AE" w14:paraId="7A2F144D" w14:textId="77777777" w:rsidTr="009A23C8">
        <w:tc>
          <w:tcPr>
            <w:tcW w:w="9520" w:type="dxa"/>
          </w:tcPr>
          <w:p w14:paraId="29389168" w14:textId="5DA6EB90" w:rsidR="007C235F" w:rsidRPr="007C235F" w:rsidRDefault="00BC2741" w:rsidP="00FC0F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2741">
              <w:rPr>
                <w:rFonts w:ascii="Corbel" w:hAnsi="Corbel"/>
                <w:sz w:val="24"/>
                <w:szCs w:val="24"/>
              </w:rPr>
              <w:t xml:space="preserve">Ruch przy muzyce. Metoda E. J. </w:t>
            </w:r>
            <w:proofErr w:type="spellStart"/>
            <w:r w:rsidRPr="00BC2741">
              <w:rPr>
                <w:rFonts w:ascii="Corbel" w:hAnsi="Corbel"/>
                <w:sz w:val="24"/>
                <w:szCs w:val="24"/>
              </w:rPr>
              <w:t>Dalcroza</w:t>
            </w:r>
            <w:proofErr w:type="spellEnd"/>
            <w:r w:rsidRPr="00BC2741">
              <w:rPr>
                <w:rFonts w:ascii="Corbel" w:hAnsi="Corbel"/>
                <w:sz w:val="24"/>
                <w:szCs w:val="24"/>
              </w:rPr>
              <w:t xml:space="preserve">. Elementy rytmiki </w:t>
            </w:r>
            <w:proofErr w:type="spellStart"/>
            <w:r w:rsidRPr="00BC2741">
              <w:rPr>
                <w:rFonts w:ascii="Corbel" w:hAnsi="Corbel"/>
                <w:sz w:val="24"/>
                <w:szCs w:val="24"/>
              </w:rPr>
              <w:t>dalcrozowskiej</w:t>
            </w:r>
            <w:proofErr w:type="spellEnd"/>
            <w:r w:rsidRPr="00BC2741">
              <w:rPr>
                <w:rFonts w:ascii="Corbel" w:hAnsi="Corbel"/>
                <w:sz w:val="24"/>
                <w:szCs w:val="24"/>
              </w:rPr>
              <w:t>, taktowanie, kroki rytmiczne, realizacja ruchem elementów muzycznych, zabawy i ćwiczenia przy muzyce.</w:t>
            </w:r>
          </w:p>
        </w:tc>
      </w:tr>
      <w:tr w:rsidR="007C235F" w:rsidRPr="009C54AE" w14:paraId="320C7EED" w14:textId="77777777" w:rsidTr="009A23C8">
        <w:tc>
          <w:tcPr>
            <w:tcW w:w="9520" w:type="dxa"/>
          </w:tcPr>
          <w:p w14:paraId="7B2ABFC9" w14:textId="5944377D" w:rsidR="007C235F" w:rsidRPr="007C235F" w:rsidRDefault="00BC2741" w:rsidP="00FC0F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2741">
              <w:rPr>
                <w:rFonts w:ascii="Corbel" w:hAnsi="Corbel"/>
                <w:sz w:val="24"/>
                <w:szCs w:val="24"/>
              </w:rPr>
              <w:t xml:space="preserve">Słuchanie muzyki: repertuar przeznaczony do słuchania przez dzieci w wieku przedszkolnym </w:t>
            </w:r>
            <w:r w:rsidRPr="00BC2741">
              <w:rPr>
                <w:rFonts w:ascii="Corbel" w:hAnsi="Corbel"/>
                <w:sz w:val="24"/>
                <w:szCs w:val="24"/>
              </w:rPr>
              <w:br/>
              <w:t>i wczesnoszkolnym (piosenki dla dzieci, tańce i zabawy dziecięce, audycje muzyczne).</w:t>
            </w:r>
          </w:p>
        </w:tc>
      </w:tr>
    </w:tbl>
    <w:p w14:paraId="744BEFA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36DA3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3097AC5" w14:textId="06593764" w:rsidR="00153C41" w:rsidRPr="00DC49AA" w:rsidRDefault="00153C41" w:rsidP="00DC49AA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</w:p>
    <w:p w14:paraId="302059B8" w14:textId="09BEE5C5" w:rsidR="0085747A" w:rsidRPr="00DC49AA" w:rsidRDefault="00153C41" w:rsidP="00DC49AA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  <w:r w:rsidRPr="00DC49AA">
        <w:rPr>
          <w:rFonts w:ascii="Corbel" w:hAnsi="Corbel"/>
          <w:sz w:val="24"/>
          <w:szCs w:val="24"/>
        </w:rPr>
        <w:t xml:space="preserve">Ćwiczenia: </w:t>
      </w:r>
      <w:r w:rsidR="009F4610" w:rsidRPr="00DC49AA">
        <w:rPr>
          <w:rFonts w:ascii="Corbel" w:hAnsi="Corbel"/>
          <w:sz w:val="24"/>
          <w:szCs w:val="24"/>
        </w:rPr>
        <w:t xml:space="preserve">analiza </w:t>
      </w:r>
      <w:r w:rsidR="00923D7D" w:rsidRPr="00DC49AA">
        <w:rPr>
          <w:rFonts w:ascii="Corbel" w:hAnsi="Corbel"/>
          <w:sz w:val="24"/>
          <w:szCs w:val="24"/>
        </w:rPr>
        <w:t>tekstów z dyskusją,</w:t>
      </w:r>
      <w:r w:rsidR="0085747A" w:rsidRPr="00DC49AA">
        <w:rPr>
          <w:rFonts w:ascii="Corbel" w:hAnsi="Corbel"/>
          <w:sz w:val="24"/>
          <w:szCs w:val="24"/>
        </w:rPr>
        <w:t xml:space="preserve"> metoda projektów</w:t>
      </w:r>
      <w:r w:rsidR="00923D7D" w:rsidRPr="00DC49AA">
        <w:rPr>
          <w:rFonts w:ascii="Corbel" w:hAnsi="Corbel"/>
          <w:sz w:val="24"/>
          <w:szCs w:val="24"/>
        </w:rPr>
        <w:t xml:space="preserve"> </w:t>
      </w:r>
      <w:r w:rsidR="0085747A" w:rsidRPr="00DC49AA">
        <w:rPr>
          <w:rFonts w:ascii="Corbel" w:hAnsi="Corbel"/>
          <w:sz w:val="24"/>
          <w:szCs w:val="24"/>
        </w:rPr>
        <w:t>(projekt praktyczny</w:t>
      </w:r>
      <w:r w:rsidR="0071620A" w:rsidRPr="00DC49AA">
        <w:rPr>
          <w:rFonts w:ascii="Corbel" w:hAnsi="Corbel"/>
          <w:sz w:val="24"/>
          <w:szCs w:val="24"/>
        </w:rPr>
        <w:t>),</w:t>
      </w:r>
      <w:r w:rsidR="001718A7" w:rsidRPr="00DC49AA">
        <w:rPr>
          <w:rFonts w:ascii="Corbel" w:hAnsi="Corbel"/>
          <w:sz w:val="24"/>
          <w:szCs w:val="24"/>
        </w:rPr>
        <w:t xml:space="preserve"> praca w </w:t>
      </w:r>
      <w:r w:rsidR="0085747A" w:rsidRPr="00DC49AA">
        <w:rPr>
          <w:rFonts w:ascii="Corbel" w:hAnsi="Corbel"/>
          <w:sz w:val="24"/>
          <w:szCs w:val="24"/>
        </w:rPr>
        <w:t>grupach</w:t>
      </w:r>
      <w:r w:rsidR="0071620A" w:rsidRPr="00DC49AA">
        <w:rPr>
          <w:rFonts w:ascii="Corbel" w:hAnsi="Corbel"/>
          <w:sz w:val="24"/>
          <w:szCs w:val="24"/>
        </w:rPr>
        <w:t xml:space="preserve"> (</w:t>
      </w:r>
      <w:r w:rsidR="0085747A" w:rsidRPr="00DC49AA">
        <w:rPr>
          <w:rFonts w:ascii="Corbel" w:hAnsi="Corbel"/>
          <w:sz w:val="24"/>
          <w:szCs w:val="24"/>
        </w:rPr>
        <w:t>rozwiązywanie zadań</w:t>
      </w:r>
      <w:r w:rsidR="0071620A" w:rsidRPr="00DC49AA">
        <w:rPr>
          <w:rFonts w:ascii="Corbel" w:hAnsi="Corbel"/>
          <w:sz w:val="24"/>
          <w:szCs w:val="24"/>
        </w:rPr>
        <w:t>,</w:t>
      </w:r>
      <w:r w:rsidR="0085747A" w:rsidRPr="00DC49AA">
        <w:rPr>
          <w:rFonts w:ascii="Corbel" w:hAnsi="Corbel"/>
          <w:sz w:val="24"/>
          <w:szCs w:val="24"/>
        </w:rPr>
        <w:t xml:space="preserve"> dyskusja</w:t>
      </w:r>
      <w:r w:rsidR="0071620A" w:rsidRPr="00DC49AA">
        <w:rPr>
          <w:rFonts w:ascii="Corbel" w:hAnsi="Corbel"/>
          <w:sz w:val="24"/>
          <w:szCs w:val="24"/>
        </w:rPr>
        <w:t>),</w:t>
      </w:r>
      <w:r w:rsidR="00DC49AA" w:rsidRPr="00DC49AA">
        <w:rPr>
          <w:rFonts w:ascii="Corbel" w:hAnsi="Corbel"/>
          <w:sz w:val="24"/>
          <w:szCs w:val="24"/>
        </w:rPr>
        <w:t xml:space="preserve"> </w:t>
      </w:r>
      <w:r w:rsidR="00420B0F">
        <w:rPr>
          <w:rFonts w:ascii="Corbel" w:hAnsi="Corbel"/>
          <w:sz w:val="24"/>
          <w:szCs w:val="24"/>
        </w:rPr>
        <w:t>gry dydaktyczne</w:t>
      </w:r>
      <w:r w:rsidR="00AD76AE">
        <w:rPr>
          <w:rFonts w:ascii="Corbel" w:hAnsi="Corbel"/>
          <w:sz w:val="24"/>
          <w:szCs w:val="24"/>
        </w:rPr>
        <w:t>.</w:t>
      </w:r>
    </w:p>
    <w:p w14:paraId="641EAE9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887507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A2722E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71BAF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81DD25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03DC973" w14:textId="77777777" w:rsidTr="00DC49AA">
        <w:tc>
          <w:tcPr>
            <w:tcW w:w="1962" w:type="dxa"/>
            <w:vAlign w:val="center"/>
          </w:tcPr>
          <w:p w14:paraId="1B1C550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8F721E6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2BDC300D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92C1EB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CA4257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D1308" w:rsidRPr="009C54AE" w14:paraId="0079EEEF" w14:textId="77777777" w:rsidTr="007F05F9">
        <w:tc>
          <w:tcPr>
            <w:tcW w:w="1962" w:type="dxa"/>
            <w:vAlign w:val="center"/>
          </w:tcPr>
          <w:p w14:paraId="0D6639CA" w14:textId="424FB08B" w:rsidR="000D1308" w:rsidRPr="009C54AE" w:rsidRDefault="000D1308" w:rsidP="007F05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25C3BB59" w14:textId="69C90EFD" w:rsidR="000D1308" w:rsidRPr="00E940C0" w:rsidRDefault="007F05F9" w:rsidP="00E940C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kolokwium</w:t>
            </w:r>
          </w:p>
        </w:tc>
        <w:tc>
          <w:tcPr>
            <w:tcW w:w="2117" w:type="dxa"/>
            <w:vAlign w:val="center"/>
          </w:tcPr>
          <w:p w14:paraId="60F70B50" w14:textId="721BBCCE" w:rsidR="000D1308" w:rsidRPr="00E940C0" w:rsidRDefault="00C516CA" w:rsidP="007F05F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="000D1308" w:rsidRPr="00E940C0">
              <w:rPr>
                <w:rFonts w:ascii="Corbel" w:hAnsi="Corbel"/>
                <w:sz w:val="24"/>
                <w:szCs w:val="24"/>
              </w:rPr>
              <w:t>ykład</w:t>
            </w:r>
          </w:p>
        </w:tc>
      </w:tr>
      <w:tr w:rsidR="000D1308" w:rsidRPr="009C54AE" w14:paraId="08CCAAC0" w14:textId="77777777" w:rsidTr="007F05F9">
        <w:tc>
          <w:tcPr>
            <w:tcW w:w="1962" w:type="dxa"/>
            <w:vAlign w:val="center"/>
          </w:tcPr>
          <w:p w14:paraId="60CFE565" w14:textId="111C63A0" w:rsidR="000D1308" w:rsidRPr="009C54AE" w:rsidRDefault="000D1308" w:rsidP="007F05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22A031BB" w14:textId="03655805" w:rsidR="000D1308" w:rsidRPr="00E940C0" w:rsidRDefault="000D1308" w:rsidP="00E940C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940C0">
              <w:rPr>
                <w:rFonts w:ascii="Corbel" w:hAnsi="Corbel"/>
                <w:sz w:val="24"/>
                <w:szCs w:val="24"/>
              </w:rPr>
              <w:t>obserwacja w trakcie zajęć</w:t>
            </w:r>
            <w:r w:rsidR="007F05F9">
              <w:rPr>
                <w:rFonts w:ascii="Corbel" w:hAnsi="Corbel"/>
                <w:sz w:val="24"/>
                <w:szCs w:val="24"/>
              </w:rPr>
              <w:t>,</w:t>
            </w:r>
            <w:r w:rsidR="007F05F9" w:rsidRPr="00E940C0">
              <w:rPr>
                <w:rFonts w:ascii="Corbel" w:hAnsi="Corbel"/>
                <w:sz w:val="24"/>
                <w:szCs w:val="24"/>
              </w:rPr>
              <w:t xml:space="preserve"> ocena za pracę grupową – scenariusz zajęć</w:t>
            </w:r>
          </w:p>
        </w:tc>
        <w:tc>
          <w:tcPr>
            <w:tcW w:w="2117" w:type="dxa"/>
            <w:vAlign w:val="center"/>
          </w:tcPr>
          <w:p w14:paraId="76A0904C" w14:textId="49151D0D" w:rsidR="000D1308" w:rsidRPr="00E940C0" w:rsidRDefault="000D1308" w:rsidP="007F05F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940C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D1308" w:rsidRPr="009C54AE" w14:paraId="6CB17010" w14:textId="77777777" w:rsidTr="007F05F9">
        <w:tc>
          <w:tcPr>
            <w:tcW w:w="1962" w:type="dxa"/>
            <w:vAlign w:val="center"/>
          </w:tcPr>
          <w:p w14:paraId="5851FE68" w14:textId="66BFA8E7" w:rsidR="000D1308" w:rsidRPr="009C54AE" w:rsidRDefault="000D1308" w:rsidP="007F05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</w:tcPr>
          <w:p w14:paraId="5C99C474" w14:textId="311B3C55" w:rsidR="000D1308" w:rsidRPr="00E940C0" w:rsidRDefault="000D1308" w:rsidP="00E940C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940C0">
              <w:rPr>
                <w:rFonts w:ascii="Corbel" w:hAnsi="Corbel"/>
                <w:sz w:val="24"/>
                <w:szCs w:val="24"/>
              </w:rPr>
              <w:t>obserwacja w trakcie zajęć</w:t>
            </w:r>
            <w:r w:rsidR="007F05F9">
              <w:rPr>
                <w:rFonts w:ascii="Corbel" w:hAnsi="Corbel"/>
                <w:sz w:val="24"/>
                <w:szCs w:val="24"/>
              </w:rPr>
              <w:t>, ćwiczenia praktyczne</w:t>
            </w:r>
          </w:p>
        </w:tc>
        <w:tc>
          <w:tcPr>
            <w:tcW w:w="2117" w:type="dxa"/>
            <w:vAlign w:val="center"/>
          </w:tcPr>
          <w:p w14:paraId="12128CD5" w14:textId="4A0861C6" w:rsidR="000D1308" w:rsidRPr="00E940C0" w:rsidRDefault="000D1308" w:rsidP="007F05F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940C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D1308" w:rsidRPr="009C54AE" w14:paraId="20DFD7A9" w14:textId="77777777" w:rsidTr="007F05F9">
        <w:tc>
          <w:tcPr>
            <w:tcW w:w="1962" w:type="dxa"/>
            <w:vAlign w:val="center"/>
          </w:tcPr>
          <w:p w14:paraId="68DA2695" w14:textId="686A1038" w:rsidR="000D1308" w:rsidRPr="009C54AE" w:rsidRDefault="000D1308" w:rsidP="007F05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14070377" w14:textId="3C02C72C" w:rsidR="000D1308" w:rsidRPr="00E940C0" w:rsidRDefault="000D1308" w:rsidP="007F05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940C0">
              <w:rPr>
                <w:rFonts w:ascii="Corbel" w:hAnsi="Corbel"/>
                <w:sz w:val="24"/>
                <w:szCs w:val="24"/>
              </w:rPr>
              <w:t xml:space="preserve">obserwacja w trakcie zajęć, </w:t>
            </w:r>
            <w:r w:rsidR="007F05F9">
              <w:rPr>
                <w:rFonts w:ascii="Corbel" w:hAnsi="Corbel"/>
                <w:sz w:val="24"/>
                <w:szCs w:val="24"/>
              </w:rPr>
              <w:t>ćwiczenia praktyczne</w:t>
            </w:r>
          </w:p>
        </w:tc>
        <w:tc>
          <w:tcPr>
            <w:tcW w:w="2117" w:type="dxa"/>
            <w:vAlign w:val="center"/>
          </w:tcPr>
          <w:p w14:paraId="6C1C9DD5" w14:textId="4687E0A8" w:rsidR="000D1308" w:rsidRPr="00E940C0" w:rsidRDefault="000D1308" w:rsidP="007F05F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940C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D1308" w:rsidRPr="009C54AE" w14:paraId="018274ED" w14:textId="77777777" w:rsidTr="007F05F9">
        <w:tc>
          <w:tcPr>
            <w:tcW w:w="1962" w:type="dxa"/>
            <w:vAlign w:val="center"/>
          </w:tcPr>
          <w:p w14:paraId="40EC32BB" w14:textId="04CC67DE" w:rsidR="000D1308" w:rsidRDefault="000D1308" w:rsidP="007F05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40630401" w14:textId="205582EA" w:rsidR="000D1308" w:rsidRPr="00E940C0" w:rsidRDefault="000D1308" w:rsidP="00E940C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940C0">
              <w:rPr>
                <w:rFonts w:ascii="Corbel" w:hAnsi="Corbel"/>
                <w:sz w:val="24"/>
                <w:szCs w:val="24"/>
              </w:rPr>
              <w:t>obserwacja w trakcie zajęć</w:t>
            </w:r>
            <w:r w:rsidR="007F05F9">
              <w:rPr>
                <w:rFonts w:ascii="Corbel" w:hAnsi="Corbel"/>
                <w:sz w:val="24"/>
                <w:szCs w:val="24"/>
              </w:rPr>
              <w:t>, ćwiczenia praktyczne</w:t>
            </w:r>
          </w:p>
        </w:tc>
        <w:tc>
          <w:tcPr>
            <w:tcW w:w="2117" w:type="dxa"/>
            <w:vAlign w:val="center"/>
          </w:tcPr>
          <w:p w14:paraId="319D7AF2" w14:textId="50ACDBDD" w:rsidR="000D1308" w:rsidRPr="00E940C0" w:rsidRDefault="000D1308" w:rsidP="007F05F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940C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D1308" w:rsidRPr="009C54AE" w14:paraId="13BFA293" w14:textId="77777777" w:rsidTr="007F05F9">
        <w:tc>
          <w:tcPr>
            <w:tcW w:w="1962" w:type="dxa"/>
            <w:vAlign w:val="center"/>
          </w:tcPr>
          <w:p w14:paraId="6F6DDB04" w14:textId="39CC922E" w:rsidR="000D1308" w:rsidRDefault="000D1308" w:rsidP="007F05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64781B17" w14:textId="7D49741F" w:rsidR="000D1308" w:rsidRPr="00E940C0" w:rsidRDefault="000D1308" w:rsidP="00E940C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940C0">
              <w:rPr>
                <w:rFonts w:ascii="Corbel" w:hAnsi="Corbel"/>
                <w:sz w:val="24"/>
                <w:szCs w:val="24"/>
              </w:rPr>
              <w:t>obserwacja w trakcie zajęć</w:t>
            </w:r>
            <w:r w:rsidR="007F05F9">
              <w:rPr>
                <w:rFonts w:ascii="Corbel" w:hAnsi="Corbel"/>
                <w:sz w:val="24"/>
                <w:szCs w:val="24"/>
              </w:rPr>
              <w:t>, ćwiczenia praktyczne</w:t>
            </w:r>
          </w:p>
        </w:tc>
        <w:tc>
          <w:tcPr>
            <w:tcW w:w="2117" w:type="dxa"/>
            <w:vAlign w:val="center"/>
          </w:tcPr>
          <w:p w14:paraId="6EB43E1C" w14:textId="3857AA79" w:rsidR="000D1308" w:rsidRPr="00E940C0" w:rsidRDefault="000D1308" w:rsidP="007F05F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940C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D1308" w:rsidRPr="009C54AE" w14:paraId="76FF9D93" w14:textId="77777777" w:rsidTr="007F05F9">
        <w:tc>
          <w:tcPr>
            <w:tcW w:w="1962" w:type="dxa"/>
            <w:vAlign w:val="center"/>
          </w:tcPr>
          <w:p w14:paraId="630AACDC" w14:textId="474D16D3" w:rsidR="000D1308" w:rsidRDefault="000D1308" w:rsidP="007F05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2B965900" w14:textId="32C33E16" w:rsidR="000D1308" w:rsidRPr="00E940C0" w:rsidRDefault="000D1308" w:rsidP="00E940C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940C0">
              <w:rPr>
                <w:rFonts w:ascii="Corbel" w:hAnsi="Corbel"/>
                <w:sz w:val="24"/>
                <w:szCs w:val="24"/>
              </w:rPr>
              <w:t>obserwacja w trakcie zajęć</w:t>
            </w:r>
            <w:r w:rsidR="007F05F9">
              <w:rPr>
                <w:rFonts w:ascii="Corbel" w:hAnsi="Corbel"/>
                <w:sz w:val="24"/>
                <w:szCs w:val="24"/>
              </w:rPr>
              <w:t>, ćwiczenia praktyczne</w:t>
            </w:r>
          </w:p>
        </w:tc>
        <w:tc>
          <w:tcPr>
            <w:tcW w:w="2117" w:type="dxa"/>
            <w:vAlign w:val="center"/>
          </w:tcPr>
          <w:p w14:paraId="41E1301D" w14:textId="62125A7F" w:rsidR="000D1308" w:rsidRPr="00E940C0" w:rsidRDefault="000D1308" w:rsidP="007F05F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940C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2EBF340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3BFE2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09229E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5453248" w14:textId="77777777" w:rsidTr="00923D7D">
        <w:tc>
          <w:tcPr>
            <w:tcW w:w="9670" w:type="dxa"/>
          </w:tcPr>
          <w:p w14:paraId="2D602818" w14:textId="77777777" w:rsidR="007F05F9" w:rsidRPr="00621005" w:rsidRDefault="007F05F9" w:rsidP="007F05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05">
              <w:rPr>
                <w:rFonts w:ascii="Corbel" w:hAnsi="Corbel"/>
                <w:b w:val="0"/>
                <w:smallCaps w:val="0"/>
                <w:szCs w:val="24"/>
              </w:rPr>
              <w:t>Zaliczenie wykładu:</w:t>
            </w:r>
          </w:p>
          <w:p w14:paraId="5CEEDADD" w14:textId="77777777" w:rsidR="007F05F9" w:rsidRPr="00621005" w:rsidRDefault="007F05F9" w:rsidP="007F05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05">
              <w:rPr>
                <w:rFonts w:ascii="Corbel" w:hAnsi="Corbel"/>
                <w:b w:val="0"/>
                <w:smallCaps w:val="0"/>
                <w:szCs w:val="24"/>
              </w:rPr>
              <w:t>kolokwium pisemne.</w:t>
            </w:r>
          </w:p>
          <w:p w14:paraId="524F2853" w14:textId="77777777" w:rsidR="007F05F9" w:rsidRPr="00621005" w:rsidRDefault="007F05F9" w:rsidP="007F05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05">
              <w:rPr>
                <w:rFonts w:ascii="Corbel" w:hAnsi="Corbel"/>
                <w:b w:val="0"/>
                <w:smallCaps w:val="0"/>
                <w:szCs w:val="24"/>
              </w:rPr>
              <w:t xml:space="preserve">90%-100% prawidłowych odpowiedzi – ocena bardzo dobra, </w:t>
            </w:r>
          </w:p>
          <w:p w14:paraId="41CAE267" w14:textId="77777777" w:rsidR="007F05F9" w:rsidRPr="00621005" w:rsidRDefault="007F05F9" w:rsidP="007F05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05">
              <w:rPr>
                <w:rFonts w:ascii="Corbel" w:hAnsi="Corbel"/>
                <w:b w:val="0"/>
                <w:smallCaps w:val="0"/>
                <w:szCs w:val="24"/>
              </w:rPr>
              <w:t xml:space="preserve">80%-89% prawidłowych odpowiedzi – ocena plus dobra, </w:t>
            </w:r>
          </w:p>
          <w:p w14:paraId="1F5C52A0" w14:textId="77777777" w:rsidR="007F05F9" w:rsidRPr="00621005" w:rsidRDefault="007F05F9" w:rsidP="007F05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05">
              <w:rPr>
                <w:rFonts w:ascii="Corbel" w:hAnsi="Corbel"/>
                <w:b w:val="0"/>
                <w:smallCaps w:val="0"/>
                <w:szCs w:val="24"/>
              </w:rPr>
              <w:t xml:space="preserve">70%-79% prawidłowych odpowiedzi – ocena dobra, </w:t>
            </w:r>
          </w:p>
          <w:p w14:paraId="33DA895C" w14:textId="77777777" w:rsidR="007F05F9" w:rsidRPr="00621005" w:rsidRDefault="007F05F9" w:rsidP="007F05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05">
              <w:rPr>
                <w:rFonts w:ascii="Corbel" w:hAnsi="Corbel"/>
                <w:b w:val="0"/>
                <w:smallCaps w:val="0"/>
                <w:szCs w:val="24"/>
              </w:rPr>
              <w:t xml:space="preserve">60%-69% prawidłowych odpowiedzi – ocena plus dostateczna; </w:t>
            </w:r>
          </w:p>
          <w:p w14:paraId="61D461F7" w14:textId="77777777" w:rsidR="007F05F9" w:rsidRPr="00621005" w:rsidRDefault="007F05F9" w:rsidP="007F05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05">
              <w:rPr>
                <w:rFonts w:ascii="Corbel" w:hAnsi="Corbel"/>
                <w:b w:val="0"/>
                <w:smallCaps w:val="0"/>
                <w:szCs w:val="24"/>
              </w:rPr>
              <w:t xml:space="preserve">50%-59% prawidłowych odpowiedzi – ocena dostateczna, </w:t>
            </w:r>
          </w:p>
          <w:p w14:paraId="2BBF2EE0" w14:textId="77777777" w:rsidR="007F05F9" w:rsidRPr="00621005" w:rsidRDefault="007F05F9" w:rsidP="007F05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05">
              <w:rPr>
                <w:rFonts w:ascii="Corbel" w:hAnsi="Corbel"/>
                <w:b w:val="0"/>
                <w:smallCaps w:val="0"/>
                <w:szCs w:val="24"/>
              </w:rPr>
              <w:t>49% i poniżej prawidłowych odpowiedzi – ocena niedostateczna.</w:t>
            </w:r>
          </w:p>
          <w:p w14:paraId="64BEED74" w14:textId="77777777" w:rsidR="007F05F9" w:rsidRDefault="007F05F9" w:rsidP="007F05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0B3DA913" w14:textId="0BA872CE" w:rsidR="007F05F9" w:rsidRDefault="007F05F9" w:rsidP="007F05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ćwiczeń:</w:t>
            </w:r>
          </w:p>
          <w:p w14:paraId="573DB492" w14:textId="2DDE4EAF" w:rsidR="0085747A" w:rsidRPr="00AD76AE" w:rsidRDefault="004E7CB6" w:rsidP="007F05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76AE">
              <w:rPr>
                <w:rFonts w:ascii="Corbel" w:hAnsi="Corbel"/>
                <w:b w:val="0"/>
                <w:smallCaps w:val="0"/>
                <w:szCs w:val="24"/>
              </w:rPr>
              <w:t xml:space="preserve">Aktywny udział w </w:t>
            </w:r>
            <w:r w:rsidR="007E4756">
              <w:rPr>
                <w:rFonts w:ascii="Corbel" w:hAnsi="Corbel"/>
                <w:b w:val="0"/>
                <w:smallCaps w:val="0"/>
                <w:szCs w:val="24"/>
              </w:rPr>
              <w:t xml:space="preserve">wykładach i </w:t>
            </w:r>
            <w:r w:rsidRPr="00AD76AE">
              <w:rPr>
                <w:rFonts w:ascii="Corbel" w:hAnsi="Corbel"/>
                <w:b w:val="0"/>
                <w:smallCaps w:val="0"/>
                <w:szCs w:val="24"/>
              </w:rPr>
              <w:t>ćwiczeniach, przygotowanie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F05F9">
              <w:rPr>
                <w:rFonts w:ascii="Corbel" w:hAnsi="Corbel"/>
                <w:b w:val="0"/>
                <w:smallCaps w:val="0"/>
                <w:szCs w:val="24"/>
              </w:rPr>
              <w:t xml:space="preserve">scenariusza </w:t>
            </w:r>
            <w:r w:rsidRPr="00AD76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zajęć muzycz</w:t>
            </w:r>
            <w:r w:rsidR="007F05F9">
              <w:rPr>
                <w:rFonts w:ascii="Corbel" w:hAnsi="Corbel"/>
                <w:b w:val="0"/>
                <w:smallCaps w:val="0"/>
                <w:szCs w:val="24"/>
              </w:rPr>
              <w:t>nych dla grupy przedszkolnej  lub  klasy I-III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AD76AE">
              <w:rPr>
                <w:rFonts w:ascii="Corbel" w:hAnsi="Corbel"/>
                <w:b w:val="0"/>
                <w:smallCaps w:val="0"/>
                <w:szCs w:val="24"/>
              </w:rPr>
              <w:t>prezentacja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F05F9">
              <w:rPr>
                <w:rFonts w:ascii="Corbel" w:hAnsi="Corbel"/>
                <w:b w:val="0"/>
                <w:smallCaps w:val="0"/>
                <w:szCs w:val="24"/>
              </w:rPr>
              <w:t>scenariusza</w:t>
            </w:r>
            <w:r w:rsidRPr="00AD76AE">
              <w:rPr>
                <w:rFonts w:ascii="Corbel" w:hAnsi="Corbel"/>
                <w:b w:val="0"/>
                <w:smallCaps w:val="0"/>
                <w:szCs w:val="24"/>
              </w:rPr>
              <w:t xml:space="preserve"> w grupie studentów.</w:t>
            </w:r>
          </w:p>
        </w:tc>
      </w:tr>
    </w:tbl>
    <w:p w14:paraId="7AA6EDE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020A4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651A27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DC3B58F" w14:textId="77777777" w:rsidTr="003E1941">
        <w:tc>
          <w:tcPr>
            <w:tcW w:w="4962" w:type="dxa"/>
            <w:vAlign w:val="center"/>
          </w:tcPr>
          <w:p w14:paraId="34D239C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000121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F3B4F60" w14:textId="77777777" w:rsidTr="003517AC">
        <w:tc>
          <w:tcPr>
            <w:tcW w:w="4962" w:type="dxa"/>
          </w:tcPr>
          <w:p w14:paraId="7818EC50" w14:textId="2D3263EE" w:rsidR="0085747A" w:rsidRPr="009C54AE" w:rsidRDefault="00C61DC5" w:rsidP="0087286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  <w:vAlign w:val="center"/>
          </w:tcPr>
          <w:p w14:paraId="6F2EBDFC" w14:textId="1325FC1A" w:rsidR="0085747A" w:rsidRPr="009C54AE" w:rsidRDefault="00836BB1" w:rsidP="003517A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1BE248E6" w14:textId="77777777" w:rsidTr="003517AC">
        <w:tc>
          <w:tcPr>
            <w:tcW w:w="4962" w:type="dxa"/>
          </w:tcPr>
          <w:p w14:paraId="5161063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2376A6F" w14:textId="54920966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  <w:vAlign w:val="center"/>
          </w:tcPr>
          <w:p w14:paraId="72FAD5A0" w14:textId="00BFCB3A" w:rsidR="00C61DC5" w:rsidRPr="009C54AE" w:rsidRDefault="00836BB1" w:rsidP="003517A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101D05B6" w14:textId="77777777" w:rsidTr="00923D7D">
        <w:tc>
          <w:tcPr>
            <w:tcW w:w="4962" w:type="dxa"/>
          </w:tcPr>
          <w:p w14:paraId="5313571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CFCA2FB" w14:textId="476A8B48" w:rsidR="00DC49AA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rzygotowanie do</w:t>
            </w:r>
            <w:r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  <w:p w14:paraId="5D77E599" w14:textId="77777777" w:rsidR="00DC49AA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kolokwium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28006499" w14:textId="36D0B8E8" w:rsidR="00C61DC5" w:rsidRPr="009C54AE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 działań praktycznych </w:t>
            </w:r>
          </w:p>
        </w:tc>
        <w:tc>
          <w:tcPr>
            <w:tcW w:w="4677" w:type="dxa"/>
          </w:tcPr>
          <w:p w14:paraId="658C1EF2" w14:textId="77777777" w:rsidR="00C61DC5" w:rsidRDefault="00C61DC5" w:rsidP="00F434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69847DA" w14:textId="77777777" w:rsidR="00DC49AA" w:rsidRDefault="00DC49AA" w:rsidP="00F434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6DD4D52" w14:textId="00033812" w:rsidR="00DC49AA" w:rsidRDefault="00746E8B" w:rsidP="00F434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  <w:p w14:paraId="45A99C75" w14:textId="64EA62A4" w:rsidR="00DC49AA" w:rsidRDefault="00746E8B" w:rsidP="00F434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  <w:p w14:paraId="321FFC41" w14:textId="602AACC4" w:rsidR="00DC49AA" w:rsidRPr="009C54AE" w:rsidRDefault="00746E8B" w:rsidP="00F434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9C54AE" w14:paraId="75B52C5D" w14:textId="77777777" w:rsidTr="00923D7D">
        <w:tc>
          <w:tcPr>
            <w:tcW w:w="4962" w:type="dxa"/>
          </w:tcPr>
          <w:p w14:paraId="4470BE2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43BD05C" w14:textId="2381D597" w:rsidR="0085747A" w:rsidRPr="009C54AE" w:rsidRDefault="00746E8B" w:rsidP="00F434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85747A" w:rsidRPr="009C54AE" w14:paraId="679580FE" w14:textId="77777777" w:rsidTr="00923D7D">
        <w:tc>
          <w:tcPr>
            <w:tcW w:w="4962" w:type="dxa"/>
          </w:tcPr>
          <w:p w14:paraId="4273EEE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A135AF" w14:textId="0E9DD593" w:rsidR="0085747A" w:rsidRPr="009C54AE" w:rsidRDefault="00836BB1" w:rsidP="00F434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D828B6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429F2C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53EE4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6E7CFE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616E866" w14:textId="77777777" w:rsidTr="0071620A">
        <w:trPr>
          <w:trHeight w:val="397"/>
        </w:trPr>
        <w:tc>
          <w:tcPr>
            <w:tcW w:w="3544" w:type="dxa"/>
          </w:tcPr>
          <w:p w14:paraId="6620F6F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9B028B8" w14:textId="0222A7BD" w:rsidR="0085747A" w:rsidRPr="009C54AE" w:rsidRDefault="007328D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</w:t>
            </w:r>
          </w:p>
        </w:tc>
      </w:tr>
      <w:tr w:rsidR="0085747A" w:rsidRPr="009C54AE" w14:paraId="772259C3" w14:textId="77777777" w:rsidTr="0071620A">
        <w:trPr>
          <w:trHeight w:val="397"/>
        </w:trPr>
        <w:tc>
          <w:tcPr>
            <w:tcW w:w="3544" w:type="dxa"/>
          </w:tcPr>
          <w:p w14:paraId="07DE447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4F50734" w14:textId="23CEC1D1" w:rsidR="0085747A" w:rsidRPr="009C54AE" w:rsidRDefault="007328D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</w:t>
            </w:r>
          </w:p>
        </w:tc>
      </w:tr>
    </w:tbl>
    <w:p w14:paraId="7BDA820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BC227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481E3F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8D4D1BB" w14:textId="77777777" w:rsidTr="0071620A">
        <w:trPr>
          <w:trHeight w:val="397"/>
        </w:trPr>
        <w:tc>
          <w:tcPr>
            <w:tcW w:w="7513" w:type="dxa"/>
          </w:tcPr>
          <w:p w14:paraId="4653DC71" w14:textId="3F314409" w:rsidR="0085747A" w:rsidRDefault="0085747A" w:rsidP="00E940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C88DAA8" w14:textId="77777777" w:rsidR="002141F0" w:rsidRPr="002141F0" w:rsidRDefault="002141F0" w:rsidP="00E940C0">
            <w:pPr>
              <w:pStyle w:val="NormalnyWeb"/>
              <w:numPr>
                <w:ilvl w:val="0"/>
                <w:numId w:val="12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 xml:space="preserve">1 ABC Smyka. Przewodnik metodyczny, 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Wydawnictwo MAC Edukacja, Kielce 2013.</w:t>
            </w:r>
          </w:p>
          <w:p w14:paraId="29394A41" w14:textId="77777777" w:rsidR="002141F0" w:rsidRPr="002141F0" w:rsidRDefault="002141F0" w:rsidP="00E940C0">
            <w:pPr>
              <w:pStyle w:val="NormalnyWeb"/>
              <w:numPr>
                <w:ilvl w:val="0"/>
                <w:numId w:val="12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 xml:space="preserve">2 ABC Smyka. Przewodnik metodyczny, 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Wydawnictwo MAC Edukacja, Kielce 2013.</w:t>
            </w:r>
          </w:p>
          <w:p w14:paraId="15E276C2" w14:textId="77777777" w:rsidR="002141F0" w:rsidRPr="002141F0" w:rsidRDefault="002141F0" w:rsidP="00E940C0">
            <w:pPr>
              <w:pStyle w:val="NormalnyWeb"/>
              <w:numPr>
                <w:ilvl w:val="0"/>
                <w:numId w:val="12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 xml:space="preserve">3 ABC Smyka. Przewodnik metodyczny, 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Wydawnictwo MAC Edukacja, Kielce 2013.</w:t>
            </w:r>
          </w:p>
          <w:p w14:paraId="2BF2AD78" w14:textId="77777777" w:rsidR="002141F0" w:rsidRPr="002141F0" w:rsidRDefault="002141F0" w:rsidP="00E940C0">
            <w:pPr>
              <w:pStyle w:val="NormalnyWeb"/>
              <w:numPr>
                <w:ilvl w:val="0"/>
                <w:numId w:val="12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lastRenderedPageBreak/>
              <w:t xml:space="preserve">4 ABC Smyka. Przewodnik metodyczny, 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Wydawnictwo MAC Edukacja, Kielce 2013.</w:t>
            </w:r>
          </w:p>
          <w:p w14:paraId="17F5A8E4" w14:textId="77777777" w:rsidR="002141F0" w:rsidRPr="002141F0" w:rsidRDefault="002141F0" w:rsidP="00E940C0">
            <w:pPr>
              <w:pStyle w:val="NormalnyWeb"/>
              <w:numPr>
                <w:ilvl w:val="0"/>
                <w:numId w:val="12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Brzezińska R., 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 xml:space="preserve">Muzyka i ruch w przedszkolu na cztery pory roku, 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MAC Edukacja – Grupa Edukacyjna, Kielce 2011.</w:t>
            </w:r>
          </w:p>
          <w:p w14:paraId="465CF391" w14:textId="77777777" w:rsidR="002141F0" w:rsidRPr="002141F0" w:rsidRDefault="002141F0" w:rsidP="00E940C0">
            <w:pPr>
              <w:pStyle w:val="NormalnyWeb"/>
              <w:numPr>
                <w:ilvl w:val="0"/>
                <w:numId w:val="12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proofErr w:type="spellStart"/>
            <w:r w:rsidRPr="002141F0">
              <w:rPr>
                <w:rFonts w:ascii="Corbel" w:hAnsi="Corbel" w:cstheme="minorHAnsi"/>
                <w:sz w:val="24"/>
                <w:szCs w:val="24"/>
              </w:rPr>
              <w:t>Burowska</w:t>
            </w:r>
            <w:proofErr w:type="spellEnd"/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 Z., 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 xml:space="preserve">Współczesne systemy wychowania muzycznego, 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WSiP, Warszawa 1976.</w:t>
            </w:r>
          </w:p>
          <w:p w14:paraId="76F8D91D" w14:textId="77777777" w:rsidR="002141F0" w:rsidRPr="002141F0" w:rsidRDefault="002141F0" w:rsidP="00E940C0">
            <w:pPr>
              <w:pStyle w:val="NormalnyWeb"/>
              <w:numPr>
                <w:ilvl w:val="0"/>
                <w:numId w:val="12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bookmarkStart w:id="1" w:name="sdfootnote10sym"/>
            <w:bookmarkEnd w:id="1"/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Lipska E., </w:t>
            </w:r>
            <w:proofErr w:type="spellStart"/>
            <w:r w:rsidRPr="002141F0">
              <w:rPr>
                <w:rFonts w:ascii="Corbel" w:hAnsi="Corbel" w:cstheme="minorHAnsi"/>
                <w:sz w:val="24"/>
                <w:szCs w:val="24"/>
              </w:rPr>
              <w:t>Przychodzińska</w:t>
            </w:r>
            <w:proofErr w:type="spellEnd"/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 M., 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>Muzyka w nauczaniu początkowym. Metodyka,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 WSiP, Warszawa 1991.</w:t>
            </w:r>
          </w:p>
          <w:p w14:paraId="43AE2CC3" w14:textId="77777777" w:rsidR="002141F0" w:rsidRPr="002141F0" w:rsidRDefault="002141F0" w:rsidP="00E940C0">
            <w:pPr>
              <w:pStyle w:val="NormalnyWeb"/>
              <w:numPr>
                <w:ilvl w:val="0"/>
                <w:numId w:val="12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Malko D., 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>Metodyka wychowania muzycznego w przedszkolu,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 WSiP, Warszawa 1988.</w:t>
            </w:r>
          </w:p>
          <w:p w14:paraId="0BF81F04" w14:textId="77777777" w:rsidR="002141F0" w:rsidRPr="002141F0" w:rsidRDefault="002141F0" w:rsidP="00E940C0">
            <w:pPr>
              <w:pStyle w:val="NormalnyWeb"/>
              <w:numPr>
                <w:ilvl w:val="0"/>
                <w:numId w:val="12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Motyka W., 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 xml:space="preserve">Muzykowanie w przedszkolu. Teoria i praktyka, 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Wydawnictwo Uniwersytetu Rzeszowskiego, Rzeszów 2015.</w:t>
            </w:r>
          </w:p>
          <w:p w14:paraId="48CA9EB1" w14:textId="77777777" w:rsidR="002141F0" w:rsidRPr="002141F0" w:rsidRDefault="002141F0" w:rsidP="00E940C0">
            <w:pPr>
              <w:pStyle w:val="NormalnyWeb"/>
              <w:numPr>
                <w:ilvl w:val="0"/>
                <w:numId w:val="12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Podolska B., 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 xml:space="preserve">Muzyka w przedszkolu. Metodyka, 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Oficyna Wydawnicza „Impuls”, Kraków 2008.</w:t>
            </w:r>
          </w:p>
          <w:p w14:paraId="2036B5A8" w14:textId="77777777" w:rsidR="002141F0" w:rsidRPr="002141F0" w:rsidRDefault="002141F0" w:rsidP="00E940C0">
            <w:pPr>
              <w:pStyle w:val="NormalnyWeb"/>
              <w:numPr>
                <w:ilvl w:val="0"/>
                <w:numId w:val="12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proofErr w:type="spellStart"/>
            <w:r w:rsidRPr="002141F0">
              <w:rPr>
                <w:rFonts w:ascii="Corbel" w:hAnsi="Corbel" w:cstheme="minorHAnsi"/>
                <w:iCs/>
                <w:sz w:val="24"/>
                <w:szCs w:val="24"/>
              </w:rPr>
              <w:t>Przychodzińska</w:t>
            </w:r>
            <w:proofErr w:type="spellEnd"/>
            <w:r w:rsidRPr="002141F0">
              <w:rPr>
                <w:rFonts w:ascii="Corbel" w:hAnsi="Corbel" w:cstheme="minorHAnsi"/>
                <w:iCs/>
                <w:sz w:val="24"/>
                <w:szCs w:val="24"/>
              </w:rPr>
              <w:t xml:space="preserve"> M., </w:t>
            </w:r>
            <w:r w:rsidRPr="002141F0">
              <w:rPr>
                <w:rFonts w:ascii="Corbel" w:hAnsi="Corbel" w:cstheme="minorHAnsi"/>
                <w:i/>
                <w:iCs/>
                <w:sz w:val="24"/>
                <w:szCs w:val="24"/>
              </w:rPr>
              <w:t xml:space="preserve">Wychowanie muzyczne – idee, treści, kierunki rozwoju, </w:t>
            </w:r>
            <w:r w:rsidRPr="002141F0">
              <w:rPr>
                <w:rFonts w:ascii="Corbel" w:hAnsi="Corbel" w:cstheme="minorHAnsi"/>
                <w:iCs/>
                <w:sz w:val="24"/>
                <w:szCs w:val="24"/>
              </w:rPr>
              <w:t>WSiP, Warszawa 1989.</w:t>
            </w:r>
          </w:p>
          <w:p w14:paraId="6DE3C133" w14:textId="77777777" w:rsidR="002141F0" w:rsidRPr="002141F0" w:rsidRDefault="002141F0" w:rsidP="00E940C0">
            <w:pPr>
              <w:pStyle w:val="NormalnyWeb"/>
              <w:numPr>
                <w:ilvl w:val="0"/>
                <w:numId w:val="12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proofErr w:type="spellStart"/>
            <w:r w:rsidRPr="002141F0">
              <w:rPr>
                <w:rFonts w:ascii="Corbel" w:hAnsi="Corbel" w:cstheme="minorHAnsi"/>
                <w:sz w:val="24"/>
                <w:szCs w:val="24"/>
              </w:rPr>
              <w:t>Przychodzińska-Kaciczak</w:t>
            </w:r>
            <w:proofErr w:type="spellEnd"/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 M., 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>Dziecko i muzyka,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 Nasza Księgarnia, Warszawa 1991.</w:t>
            </w:r>
          </w:p>
          <w:p w14:paraId="6C224DC4" w14:textId="77777777" w:rsidR="002141F0" w:rsidRPr="002141F0" w:rsidRDefault="002141F0" w:rsidP="00E940C0">
            <w:pPr>
              <w:pStyle w:val="NormalnyWeb"/>
              <w:numPr>
                <w:ilvl w:val="0"/>
                <w:numId w:val="12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Smoczyńska U., 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 xml:space="preserve">Kalendarz muzyczny w przedszkolu, 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Wydawnictwo Pani Twardowska, Warszawa 2012.</w:t>
            </w:r>
          </w:p>
          <w:p w14:paraId="7B0E58C7" w14:textId="77777777" w:rsidR="002141F0" w:rsidRPr="002141F0" w:rsidRDefault="002141F0" w:rsidP="00E940C0">
            <w:pPr>
              <w:pStyle w:val="NormalnyWeb"/>
              <w:numPr>
                <w:ilvl w:val="0"/>
                <w:numId w:val="12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sz w:val="24"/>
                <w:szCs w:val="24"/>
              </w:rPr>
              <w:t>Smoczyńska-</w:t>
            </w:r>
            <w:proofErr w:type="spellStart"/>
            <w:r w:rsidRPr="002141F0">
              <w:rPr>
                <w:rFonts w:ascii="Corbel" w:hAnsi="Corbel" w:cstheme="minorHAnsi"/>
                <w:sz w:val="24"/>
                <w:szCs w:val="24"/>
              </w:rPr>
              <w:t>Nachtman</w:t>
            </w:r>
            <w:proofErr w:type="spellEnd"/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 U., 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 xml:space="preserve">Muzyka dla dzieci, 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WSiP, Warszawa 1992.</w:t>
            </w:r>
          </w:p>
          <w:p w14:paraId="7612C321" w14:textId="7070BECE" w:rsidR="007328D8" w:rsidRPr="002141F0" w:rsidRDefault="002141F0" w:rsidP="00E940C0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176" w:hanging="176"/>
              <w:rPr>
                <w:rFonts w:ascii="Corbel" w:hAnsi="Corbel"/>
              </w:rPr>
            </w:pPr>
            <w:r w:rsidRPr="002141F0">
              <w:rPr>
                <w:rFonts w:ascii="Corbel" w:hAnsi="Corbel" w:cstheme="minorHAnsi"/>
                <w:sz w:val="24"/>
                <w:szCs w:val="24"/>
              </w:rPr>
              <w:t>Smoczyńska-</w:t>
            </w:r>
            <w:proofErr w:type="spellStart"/>
            <w:r w:rsidRPr="002141F0">
              <w:rPr>
                <w:rFonts w:ascii="Corbel" w:hAnsi="Corbel" w:cstheme="minorHAnsi"/>
                <w:sz w:val="24"/>
                <w:szCs w:val="24"/>
              </w:rPr>
              <w:t>Nachtman</w:t>
            </w:r>
            <w:proofErr w:type="spellEnd"/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 U., 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 xml:space="preserve">Zabawy i ćwiczenia przy muzyce, 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Centralny Ośrodek Metodyki Upowszechniania Kultury, Warszawa 1982.</w:t>
            </w:r>
          </w:p>
        </w:tc>
      </w:tr>
      <w:tr w:rsidR="0085747A" w:rsidRPr="009C54AE" w14:paraId="495CB8C1" w14:textId="77777777" w:rsidTr="0071620A">
        <w:trPr>
          <w:trHeight w:val="397"/>
        </w:trPr>
        <w:tc>
          <w:tcPr>
            <w:tcW w:w="7513" w:type="dxa"/>
          </w:tcPr>
          <w:p w14:paraId="7CFB7601" w14:textId="77777777" w:rsidR="0085747A" w:rsidRPr="007328D8" w:rsidRDefault="0085747A" w:rsidP="00E940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lastRenderedPageBreak/>
              <w:t xml:space="preserve">Literatura uzupełniająca: </w:t>
            </w:r>
          </w:p>
          <w:p w14:paraId="4A5EEFD2" w14:textId="77777777" w:rsidR="002141F0" w:rsidRPr="002141F0" w:rsidRDefault="002141F0" w:rsidP="00E940C0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76" w:hanging="142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iCs/>
                <w:sz w:val="24"/>
                <w:szCs w:val="24"/>
              </w:rPr>
              <w:t xml:space="preserve">Majewski R., </w:t>
            </w:r>
            <w:r w:rsidRPr="002141F0">
              <w:rPr>
                <w:rFonts w:ascii="Corbel" w:hAnsi="Corbel" w:cstheme="minorHAnsi"/>
                <w:i/>
                <w:iCs/>
                <w:sz w:val="24"/>
                <w:szCs w:val="24"/>
              </w:rPr>
              <w:t>Jesienne nutki: scenariusze zajęć i zabaw muzycznych</w:t>
            </w:r>
            <w:r w:rsidRPr="002141F0">
              <w:rPr>
                <w:rFonts w:ascii="Corbel" w:hAnsi="Corbel" w:cstheme="minorHAnsi"/>
                <w:iCs/>
                <w:sz w:val="24"/>
                <w:szCs w:val="24"/>
              </w:rPr>
              <w:t>, Wydawnictwo i Poligrafia „Iwanowski”, Płock 2001.</w:t>
            </w:r>
          </w:p>
          <w:p w14:paraId="37233B02" w14:textId="77777777" w:rsidR="002141F0" w:rsidRPr="002141F0" w:rsidRDefault="002141F0" w:rsidP="00E940C0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76" w:hanging="142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iCs/>
                <w:sz w:val="24"/>
                <w:szCs w:val="24"/>
              </w:rPr>
              <w:t xml:space="preserve">Majewski R., </w:t>
            </w:r>
            <w:r w:rsidRPr="002141F0">
              <w:rPr>
                <w:rFonts w:ascii="Corbel" w:hAnsi="Corbel" w:cstheme="minorHAnsi"/>
                <w:i/>
                <w:iCs/>
                <w:sz w:val="24"/>
                <w:szCs w:val="24"/>
              </w:rPr>
              <w:t>Letnie nutki: scenariusze zajęć i zabaw muzycznych</w:t>
            </w:r>
            <w:r w:rsidRPr="002141F0">
              <w:rPr>
                <w:rFonts w:ascii="Corbel" w:hAnsi="Corbel" w:cstheme="minorHAnsi"/>
                <w:iCs/>
                <w:sz w:val="24"/>
                <w:szCs w:val="24"/>
              </w:rPr>
              <w:t>, Wydawnictwo i Poligrafia „Iwanowski”, Płock 2001.</w:t>
            </w:r>
          </w:p>
          <w:p w14:paraId="5D9B8EE5" w14:textId="77777777" w:rsidR="002141F0" w:rsidRPr="002141F0" w:rsidRDefault="002141F0" w:rsidP="00E940C0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76" w:hanging="142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Majewski R., 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>Wiosenne nutki: piosenki i scenariusze zajęć umuzykalniających dla przedszkoli,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 Wydawnictwo i Poligrafia „Iwanowski”,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 xml:space="preserve"> 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Płock 2000.</w:t>
            </w:r>
          </w:p>
          <w:p w14:paraId="33C5D8DC" w14:textId="77777777" w:rsidR="002141F0" w:rsidRPr="002141F0" w:rsidRDefault="002141F0" w:rsidP="00E940C0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76" w:hanging="142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iCs/>
                <w:sz w:val="24"/>
                <w:szCs w:val="24"/>
              </w:rPr>
              <w:t xml:space="preserve">Majewski R., </w:t>
            </w:r>
            <w:r w:rsidRPr="002141F0">
              <w:rPr>
                <w:rFonts w:ascii="Corbel" w:hAnsi="Corbel" w:cstheme="minorHAnsi"/>
                <w:i/>
                <w:iCs/>
                <w:sz w:val="24"/>
                <w:szCs w:val="24"/>
              </w:rPr>
              <w:t>Zimowe nutki: scenariusze zajęć i zabaw muzycznych</w:t>
            </w:r>
            <w:r w:rsidRPr="002141F0">
              <w:rPr>
                <w:rFonts w:ascii="Corbel" w:hAnsi="Corbel" w:cstheme="minorHAnsi"/>
                <w:iCs/>
                <w:sz w:val="24"/>
                <w:szCs w:val="24"/>
              </w:rPr>
              <w:t>, Wydawnictwo i Poligrafia „Iwanowski”, Płock 2002.</w:t>
            </w:r>
          </w:p>
          <w:p w14:paraId="481D3874" w14:textId="77777777" w:rsidR="002141F0" w:rsidRPr="002141F0" w:rsidRDefault="002141F0" w:rsidP="00E940C0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76" w:hanging="142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2141F0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Podolska B., </w:t>
            </w:r>
            <w:r w:rsidRPr="002141F0">
              <w:rPr>
                <w:rFonts w:ascii="Corbel" w:eastAsia="Times New Roman" w:hAnsi="Corbel" w:cstheme="minorHAnsi"/>
                <w:i/>
                <w:sz w:val="24"/>
                <w:szCs w:val="24"/>
                <w:lang w:eastAsia="pl-PL"/>
              </w:rPr>
              <w:t xml:space="preserve">Łatwe piosenki dla dzieci, </w:t>
            </w:r>
            <w:r w:rsidRPr="002141F0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Oficyna Wydawnicza „Impuls”, Kraków 2011.</w:t>
            </w:r>
          </w:p>
          <w:p w14:paraId="277EDFCE" w14:textId="240B8D63" w:rsidR="007328D8" w:rsidRPr="002141F0" w:rsidRDefault="002141F0" w:rsidP="00E940C0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76" w:hanging="142"/>
              <w:rPr>
                <w:rFonts w:ascii="Corbel" w:hAnsi="Corbel"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Zwolińska E., 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 xml:space="preserve">Muzyka w nauczaniu zintegrowanym, 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Wydawnictwo Akademii Bydgoskiej im. Kazimierza Wielkiego, Bydgoszcz 2002.</w:t>
            </w:r>
          </w:p>
        </w:tc>
      </w:tr>
    </w:tbl>
    <w:p w14:paraId="05289291" w14:textId="77777777" w:rsidR="0085747A" w:rsidRPr="009C54AE" w:rsidRDefault="0085747A" w:rsidP="00814742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008B7EF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92D61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A6E8C6" w14:textId="77777777" w:rsidR="003232E0" w:rsidRDefault="003232E0" w:rsidP="00C16ABF">
      <w:pPr>
        <w:spacing w:after="0" w:line="240" w:lineRule="auto"/>
      </w:pPr>
      <w:r>
        <w:separator/>
      </w:r>
    </w:p>
  </w:endnote>
  <w:endnote w:type="continuationSeparator" w:id="0">
    <w:p w14:paraId="26E36776" w14:textId="77777777" w:rsidR="003232E0" w:rsidRDefault="003232E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23FE53" w14:textId="77777777" w:rsidR="003232E0" w:rsidRDefault="003232E0" w:rsidP="00C16ABF">
      <w:pPr>
        <w:spacing w:after="0" w:line="240" w:lineRule="auto"/>
      </w:pPr>
      <w:r>
        <w:separator/>
      </w:r>
    </w:p>
  </w:footnote>
  <w:footnote w:type="continuationSeparator" w:id="0">
    <w:p w14:paraId="0DBB2A16" w14:textId="77777777" w:rsidR="003232E0" w:rsidRDefault="003232E0" w:rsidP="00C16ABF">
      <w:pPr>
        <w:spacing w:after="0" w:line="240" w:lineRule="auto"/>
      </w:pPr>
      <w:r>
        <w:continuationSeparator/>
      </w:r>
    </w:p>
  </w:footnote>
  <w:footnote w:id="1">
    <w:p w14:paraId="4B5B8EE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26682"/>
    <w:multiLevelType w:val="hybridMultilevel"/>
    <w:tmpl w:val="A4A2639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C54B5E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871B63"/>
    <w:multiLevelType w:val="hybridMultilevel"/>
    <w:tmpl w:val="B25CEF68"/>
    <w:lvl w:ilvl="0" w:tplc="EB60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E6A4A"/>
    <w:multiLevelType w:val="hybridMultilevel"/>
    <w:tmpl w:val="E9002110"/>
    <w:lvl w:ilvl="0" w:tplc="EB60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C84103"/>
    <w:multiLevelType w:val="hybridMultilevel"/>
    <w:tmpl w:val="94E20F04"/>
    <w:lvl w:ilvl="0" w:tplc="EB60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F30AB6"/>
    <w:multiLevelType w:val="hybridMultilevel"/>
    <w:tmpl w:val="3E64D132"/>
    <w:lvl w:ilvl="0" w:tplc="EB606C8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7DE1B5F"/>
    <w:multiLevelType w:val="hybridMultilevel"/>
    <w:tmpl w:val="FF146C42"/>
    <w:lvl w:ilvl="0" w:tplc="9DD8F65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F93690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CF0EAC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CB7123"/>
    <w:multiLevelType w:val="hybridMultilevel"/>
    <w:tmpl w:val="869C7A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0D6D2C"/>
    <w:multiLevelType w:val="hybridMultilevel"/>
    <w:tmpl w:val="E6F840E4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0A7AEA"/>
    <w:multiLevelType w:val="hybridMultilevel"/>
    <w:tmpl w:val="67661B4E"/>
    <w:lvl w:ilvl="0" w:tplc="7D407E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2B06B3"/>
    <w:multiLevelType w:val="hybridMultilevel"/>
    <w:tmpl w:val="8A4288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1"/>
  </w:num>
  <w:num w:numId="4">
    <w:abstractNumId w:val="9"/>
  </w:num>
  <w:num w:numId="5">
    <w:abstractNumId w:val="12"/>
  </w:num>
  <w:num w:numId="6">
    <w:abstractNumId w:val="7"/>
  </w:num>
  <w:num w:numId="7">
    <w:abstractNumId w:val="3"/>
  </w:num>
  <w:num w:numId="8">
    <w:abstractNumId w:val="4"/>
  </w:num>
  <w:num w:numId="9">
    <w:abstractNumId w:val="6"/>
  </w:num>
  <w:num w:numId="10">
    <w:abstractNumId w:val="5"/>
  </w:num>
  <w:num w:numId="11">
    <w:abstractNumId w:val="10"/>
  </w:num>
  <w:num w:numId="12">
    <w:abstractNumId w:val="11"/>
  </w:num>
  <w:num w:numId="13">
    <w:abstractNumId w:val="13"/>
  </w:num>
  <w:num w:numId="1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165DE"/>
    <w:rsid w:val="00022ECE"/>
    <w:rsid w:val="00034F1B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6CC7"/>
    <w:rsid w:val="000B192D"/>
    <w:rsid w:val="000B28EE"/>
    <w:rsid w:val="000B3E37"/>
    <w:rsid w:val="000D04B0"/>
    <w:rsid w:val="000D1308"/>
    <w:rsid w:val="000F1C57"/>
    <w:rsid w:val="000F45E6"/>
    <w:rsid w:val="000F5615"/>
    <w:rsid w:val="0011075B"/>
    <w:rsid w:val="00124BFF"/>
    <w:rsid w:val="0012560E"/>
    <w:rsid w:val="00127108"/>
    <w:rsid w:val="00134B13"/>
    <w:rsid w:val="00143905"/>
    <w:rsid w:val="00146BC0"/>
    <w:rsid w:val="00153C41"/>
    <w:rsid w:val="00154381"/>
    <w:rsid w:val="00163B17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E41B5"/>
    <w:rsid w:val="001F2CA2"/>
    <w:rsid w:val="00201902"/>
    <w:rsid w:val="00212C0E"/>
    <w:rsid w:val="002141F0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3430"/>
    <w:rsid w:val="002D73D4"/>
    <w:rsid w:val="002F02A3"/>
    <w:rsid w:val="002F4ABE"/>
    <w:rsid w:val="003018BA"/>
    <w:rsid w:val="003018F8"/>
    <w:rsid w:val="0030395F"/>
    <w:rsid w:val="00305C92"/>
    <w:rsid w:val="003151C5"/>
    <w:rsid w:val="003232E0"/>
    <w:rsid w:val="003343CF"/>
    <w:rsid w:val="00346FE9"/>
    <w:rsid w:val="0034759A"/>
    <w:rsid w:val="003503F6"/>
    <w:rsid w:val="003517AC"/>
    <w:rsid w:val="003530DD"/>
    <w:rsid w:val="00363F78"/>
    <w:rsid w:val="003A0A5B"/>
    <w:rsid w:val="003A1176"/>
    <w:rsid w:val="003A3DA1"/>
    <w:rsid w:val="003C0BAE"/>
    <w:rsid w:val="003D18A9"/>
    <w:rsid w:val="003D6CE2"/>
    <w:rsid w:val="003E14AA"/>
    <w:rsid w:val="003E1941"/>
    <w:rsid w:val="003E2FE6"/>
    <w:rsid w:val="003E49D5"/>
    <w:rsid w:val="003F38C0"/>
    <w:rsid w:val="003F4BF1"/>
    <w:rsid w:val="00414E3C"/>
    <w:rsid w:val="00420B0F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6363"/>
    <w:rsid w:val="004D5282"/>
    <w:rsid w:val="004E0F39"/>
    <w:rsid w:val="004E7CB6"/>
    <w:rsid w:val="004F1551"/>
    <w:rsid w:val="004F55A3"/>
    <w:rsid w:val="004F6BEC"/>
    <w:rsid w:val="0050496F"/>
    <w:rsid w:val="00510A88"/>
    <w:rsid w:val="00513B6F"/>
    <w:rsid w:val="00517C63"/>
    <w:rsid w:val="00526C94"/>
    <w:rsid w:val="005363C4"/>
    <w:rsid w:val="00536BDE"/>
    <w:rsid w:val="00543ACC"/>
    <w:rsid w:val="00546316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03313"/>
    <w:rsid w:val="0061029B"/>
    <w:rsid w:val="0061490C"/>
    <w:rsid w:val="00617230"/>
    <w:rsid w:val="00621CE1"/>
    <w:rsid w:val="00627FC9"/>
    <w:rsid w:val="00647FA8"/>
    <w:rsid w:val="00650C5F"/>
    <w:rsid w:val="00654934"/>
    <w:rsid w:val="0065526A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28D8"/>
    <w:rsid w:val="00734608"/>
    <w:rsid w:val="00745302"/>
    <w:rsid w:val="007461D6"/>
    <w:rsid w:val="00746E8B"/>
    <w:rsid w:val="00746EC8"/>
    <w:rsid w:val="007541D3"/>
    <w:rsid w:val="00763BF1"/>
    <w:rsid w:val="00766FD4"/>
    <w:rsid w:val="00775DBB"/>
    <w:rsid w:val="00776772"/>
    <w:rsid w:val="0078168C"/>
    <w:rsid w:val="00783A7F"/>
    <w:rsid w:val="00787C2A"/>
    <w:rsid w:val="00790E27"/>
    <w:rsid w:val="007A4022"/>
    <w:rsid w:val="007A6E6E"/>
    <w:rsid w:val="007C235F"/>
    <w:rsid w:val="007C3299"/>
    <w:rsid w:val="007C3BCC"/>
    <w:rsid w:val="007C4546"/>
    <w:rsid w:val="007D6E56"/>
    <w:rsid w:val="007E4756"/>
    <w:rsid w:val="007F05F9"/>
    <w:rsid w:val="007F1652"/>
    <w:rsid w:val="007F4155"/>
    <w:rsid w:val="00814742"/>
    <w:rsid w:val="0081554D"/>
    <w:rsid w:val="0081707E"/>
    <w:rsid w:val="00836BB1"/>
    <w:rsid w:val="008449B3"/>
    <w:rsid w:val="0085052D"/>
    <w:rsid w:val="00851A39"/>
    <w:rsid w:val="0085747A"/>
    <w:rsid w:val="00872860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32DC"/>
    <w:rsid w:val="008F6E29"/>
    <w:rsid w:val="0091404B"/>
    <w:rsid w:val="00916188"/>
    <w:rsid w:val="00923D7D"/>
    <w:rsid w:val="009508DF"/>
    <w:rsid w:val="00950DAC"/>
    <w:rsid w:val="00954A07"/>
    <w:rsid w:val="00970A8C"/>
    <w:rsid w:val="0099405D"/>
    <w:rsid w:val="00997F14"/>
    <w:rsid w:val="009A23C8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08EC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D76AE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2741"/>
    <w:rsid w:val="00BD3869"/>
    <w:rsid w:val="00BD66E9"/>
    <w:rsid w:val="00BD6FF4"/>
    <w:rsid w:val="00BE178D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16CA"/>
    <w:rsid w:val="00C56036"/>
    <w:rsid w:val="00C61DC5"/>
    <w:rsid w:val="00C67E92"/>
    <w:rsid w:val="00C70A26"/>
    <w:rsid w:val="00C766DF"/>
    <w:rsid w:val="00C906EE"/>
    <w:rsid w:val="00C94B98"/>
    <w:rsid w:val="00CA127C"/>
    <w:rsid w:val="00CA2B96"/>
    <w:rsid w:val="00CA5089"/>
    <w:rsid w:val="00CB42CB"/>
    <w:rsid w:val="00CD6897"/>
    <w:rsid w:val="00CE1005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4C78"/>
    <w:rsid w:val="00D552B2"/>
    <w:rsid w:val="00D608D1"/>
    <w:rsid w:val="00D74119"/>
    <w:rsid w:val="00D8075B"/>
    <w:rsid w:val="00D8678B"/>
    <w:rsid w:val="00DA2114"/>
    <w:rsid w:val="00DC49AA"/>
    <w:rsid w:val="00DC6A10"/>
    <w:rsid w:val="00DD3B97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74C3"/>
    <w:rsid w:val="00E63348"/>
    <w:rsid w:val="00E72C74"/>
    <w:rsid w:val="00E77E88"/>
    <w:rsid w:val="00E8107D"/>
    <w:rsid w:val="00E940C0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370B"/>
    <w:rsid w:val="00F4349E"/>
    <w:rsid w:val="00F526AF"/>
    <w:rsid w:val="00F617C3"/>
    <w:rsid w:val="00F63C86"/>
    <w:rsid w:val="00F7066B"/>
    <w:rsid w:val="00F83B28"/>
    <w:rsid w:val="00FA46E5"/>
    <w:rsid w:val="00FB1817"/>
    <w:rsid w:val="00FB7DBA"/>
    <w:rsid w:val="00FC0F51"/>
    <w:rsid w:val="00FC1C25"/>
    <w:rsid w:val="00FC3F45"/>
    <w:rsid w:val="00FD1C7C"/>
    <w:rsid w:val="00FD503F"/>
    <w:rsid w:val="00FD7589"/>
    <w:rsid w:val="00FF016A"/>
    <w:rsid w:val="00FF1401"/>
    <w:rsid w:val="00FF2774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A16C7"/>
  <w15:docId w15:val="{F99FCD5A-9A89-47E9-8E35-AFE249058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2141F0"/>
    <w:pPr>
      <w:spacing w:before="25" w:after="25" w:line="240" w:lineRule="auto"/>
    </w:pPr>
    <w:rPr>
      <w:rFonts w:ascii="Times New Roman" w:eastAsia="Times New Roman" w:hAnsi="Times New Roman"/>
      <w:sz w:val="15"/>
      <w:szCs w:val="15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8C53ED-A1A1-4B73-9693-CAA4910A3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1341</Words>
  <Characters>8050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2019-02-06T12:12:00Z</cp:lastPrinted>
  <dcterms:created xsi:type="dcterms:W3CDTF">2021-10-19T06:36:00Z</dcterms:created>
  <dcterms:modified xsi:type="dcterms:W3CDTF">2023-04-20T11:50:00Z</dcterms:modified>
</cp:coreProperties>
</file>